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787848339"/>
        <w:docPartObj>
          <w:docPartGallery w:val="Cover Pages"/>
          <w:docPartUnique/>
        </w:docPartObj>
      </w:sdtPr>
      <w:sdtContent>
        <w:p w14:paraId="3DCB7FDF" w14:textId="77777777" w:rsidR="00EC4BAA" w:rsidRDefault="008E479D" w:rsidP="00EC4BAA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1" layoutInCell="1" allowOverlap="1" wp14:anchorId="3B639C09" wp14:editId="7765CC60">
                <wp:simplePos x="0" y="0"/>
                <wp:positionH relativeFrom="page">
                  <wp:posOffset>7620</wp:posOffset>
                </wp:positionH>
                <wp:positionV relativeFrom="page">
                  <wp:align>top</wp:align>
                </wp:positionV>
                <wp:extent cx="7555230" cy="10683875"/>
                <wp:effectExtent l="0" t="0" r="7620" b="3175"/>
                <wp:wrapNone/>
                <wp:docPr id="70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5230" cy="10683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2F56959" w14:textId="77777777" w:rsidR="00EC4BAA" w:rsidRDefault="00EC4BAA" w:rsidP="008E479D">
          <w:pPr>
            <w:tabs>
              <w:tab w:val="left" w:pos="7395"/>
            </w:tabs>
          </w:pPr>
          <w:r>
            <w:tab/>
          </w:r>
        </w:p>
        <w:p w14:paraId="5BD76547" w14:textId="77777777" w:rsidR="00EC4BAA" w:rsidRDefault="00EC4BAA" w:rsidP="00EC4BAA">
          <w:pPr>
            <w:jc w:val="center"/>
          </w:pPr>
        </w:p>
        <w:p w14:paraId="71554ED9" w14:textId="77777777" w:rsidR="008E479D" w:rsidRDefault="008E479D" w:rsidP="00EC4BAA">
          <w:pPr>
            <w:jc w:val="center"/>
          </w:pPr>
        </w:p>
        <w:p w14:paraId="70BED6E9" w14:textId="77777777" w:rsidR="00EC4BAA" w:rsidRDefault="00EC4BAA" w:rsidP="00EC4BAA">
          <w:pPr>
            <w:jc w:val="center"/>
          </w:pPr>
        </w:p>
        <w:p w14:paraId="6447A10D" w14:textId="77777777" w:rsidR="00EC4BAA" w:rsidRDefault="00EC4BAA" w:rsidP="00EC4BAA">
          <w:pPr>
            <w:jc w:val="center"/>
          </w:pPr>
        </w:p>
        <w:p w14:paraId="2AFA6C08" w14:textId="77777777" w:rsidR="00EC4BAA" w:rsidRDefault="00EC4BAA" w:rsidP="00EC4BAA">
          <w:pPr>
            <w:jc w:val="center"/>
          </w:pPr>
        </w:p>
        <w:p w14:paraId="640F2F7E" w14:textId="77777777" w:rsidR="00EC4BAA" w:rsidRDefault="00EC4BAA" w:rsidP="00EC4BAA">
          <w:pPr>
            <w:jc w:val="center"/>
          </w:pPr>
        </w:p>
        <w:p w14:paraId="359DE4A4" w14:textId="77777777" w:rsidR="00EC4BAA" w:rsidRDefault="00EC4BAA" w:rsidP="00EC4BAA">
          <w:pPr>
            <w:jc w:val="center"/>
          </w:pPr>
        </w:p>
        <w:p w14:paraId="055948B0" w14:textId="77777777" w:rsidR="00EC4BAA" w:rsidRDefault="00EC4BAA" w:rsidP="00EC4BAA">
          <w:pPr>
            <w:jc w:val="center"/>
          </w:pPr>
        </w:p>
        <w:p w14:paraId="4D464AFF" w14:textId="77777777" w:rsidR="00EC4BAA" w:rsidRDefault="00EC4BAA" w:rsidP="00EC4BAA">
          <w:pPr>
            <w:jc w:val="center"/>
          </w:pPr>
        </w:p>
        <w:p w14:paraId="1CB80848" w14:textId="77777777" w:rsidR="00CE04A7" w:rsidRDefault="00CE04A7" w:rsidP="00EC4BAA">
          <w:pPr>
            <w:jc w:val="center"/>
          </w:pPr>
        </w:p>
        <w:p w14:paraId="5B227E5B" w14:textId="77777777" w:rsidR="00EC4BAA" w:rsidRDefault="00EC4BAA" w:rsidP="00EC4BAA">
          <w:pPr>
            <w:jc w:val="center"/>
          </w:pPr>
        </w:p>
        <w:p w14:paraId="55565ED8" w14:textId="77777777" w:rsidR="00EC4BAA" w:rsidRDefault="00EC4BAA" w:rsidP="00EC4BAA"/>
        <w:p w14:paraId="6D8172FC" w14:textId="77777777" w:rsidR="00EC4BAA" w:rsidRDefault="00EC4BAA" w:rsidP="00EC4BAA"/>
        <w:p w14:paraId="1A252AAE" w14:textId="77777777" w:rsidR="00EC4BAA" w:rsidRDefault="00EC4BAA" w:rsidP="00EC4BAA"/>
        <w:p w14:paraId="1EE315E0" w14:textId="77777777" w:rsidR="00EC4BAA" w:rsidRDefault="00EC4BAA" w:rsidP="00EC4BAA">
          <w:pPr>
            <w:jc w:val="center"/>
            <w:rPr>
              <w:b/>
              <w:bCs/>
              <w:sz w:val="72"/>
              <w:szCs w:val="72"/>
            </w:rPr>
          </w:pPr>
        </w:p>
        <w:p w14:paraId="08CB02DA" w14:textId="77777777" w:rsidR="0098446A" w:rsidRDefault="0098446A" w:rsidP="00EC4BAA">
          <w:pPr>
            <w:jc w:val="center"/>
            <w:rPr>
              <w:b/>
              <w:bCs/>
              <w:sz w:val="72"/>
              <w:szCs w:val="72"/>
            </w:rPr>
          </w:pPr>
        </w:p>
        <w:p w14:paraId="6F391BD1" w14:textId="77777777" w:rsidR="004E3B3B" w:rsidRDefault="0098446A" w:rsidP="008C71AB">
          <w:pPr>
            <w:pStyle w:val="PGTitremmoire"/>
          </w:pPr>
          <w:r>
            <w:t>ACTE D’ENGAGEMENT</w:t>
          </w:r>
        </w:p>
        <w:p w14:paraId="7CED0AB9" w14:textId="77777777" w:rsidR="00CE04A7" w:rsidRDefault="009634D2" w:rsidP="008C71AB">
          <w:pPr>
            <w:pStyle w:val="PGSoustitre"/>
          </w:pPr>
          <w:r>
            <w:t>Marché public de travaux</w:t>
          </w:r>
        </w:p>
        <w:p w14:paraId="07EFB684" w14:textId="62385D41" w:rsidR="008F172E" w:rsidRDefault="0042167A" w:rsidP="008F172E">
          <w:pPr>
            <w:pStyle w:val="1relignetitremmoire"/>
          </w:pPr>
          <w:r w:rsidRPr="00CE04A7">
            <w:rPr>
              <w:noProof/>
            </w:rPr>
            <mc:AlternateContent>
              <mc:Choice Requires="wps">
                <w:drawing>
                  <wp:anchor distT="4294967295" distB="4294967295" distL="114300" distR="114300" simplePos="0" relativeHeight="251666432" behindDoc="0" locked="0" layoutInCell="1" allowOverlap="1" wp14:anchorId="20DBA015" wp14:editId="2498FE94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5906770</wp:posOffset>
                    </wp:positionV>
                    <wp:extent cx="3694430" cy="0"/>
                    <wp:effectExtent l="0" t="0" r="0" b="0"/>
                    <wp:wrapNone/>
                    <wp:docPr id="1813630286" name="Connecteur droit 18136302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369443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30FA399" id="Connecteur droit 181363028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page;mso-width-percent:0;mso-height-percent:0;mso-width-relative:margin;mso-height-relative:page" from="0,465.1pt" to="290.9pt,4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" strokecolor="windowText" strokeweight=".5pt">
                    <v:stroke joinstyle="miter"/>
                    <o:lock v:ext="edit" shapetype="f"/>
                    <w10:wrap anchorx="margin" anchory="page"/>
                  </v:line>
                </w:pict>
              </mc:Fallback>
            </mc:AlternateContent>
          </w:r>
          <w:r w:rsidR="008F172E">
            <w:t>Extension du poste haute tension Y32</w:t>
          </w:r>
        </w:p>
        <w:p w14:paraId="1239AB7D" w14:textId="77777777" w:rsidR="008F172E" w:rsidRDefault="008F172E" w:rsidP="008F172E">
          <w:pPr>
            <w:pStyle w:val="1relignetitremmoire"/>
          </w:pPr>
          <w:r>
            <w:t>sur la base aérienne 123 à Bricy (45)</w:t>
          </w:r>
        </w:p>
        <w:p w14:paraId="08C4DC7E" w14:textId="03A8FA29" w:rsidR="00EC4BAA" w:rsidRDefault="00EC4BAA" w:rsidP="000A20EC">
          <w:pPr>
            <w:spacing w:before="120" w:line="360" w:lineRule="auto"/>
            <w:ind w:right="-2"/>
            <w:jc w:val="center"/>
            <w:rPr>
              <w:rFonts w:eastAsia="Cambria"/>
              <w:bCs/>
            </w:rPr>
          </w:pPr>
          <w:r w:rsidRPr="00E17EDC">
            <w:rPr>
              <w:rFonts w:eastAsia="Cambria"/>
              <w:bCs/>
            </w:rPr>
            <w:t xml:space="preserve">Version </w:t>
          </w:r>
          <w:r w:rsidR="00CB3011">
            <w:rPr>
              <w:rFonts w:eastAsia="Cambria"/>
              <w:bCs/>
            </w:rPr>
            <w:t>0</w:t>
          </w:r>
          <w:r w:rsidRPr="00E17EDC">
            <w:rPr>
              <w:rFonts w:eastAsia="Cambria"/>
              <w:bCs/>
            </w:rPr>
            <w:t xml:space="preserve"> du </w:t>
          </w:r>
          <w:r w:rsidR="00B422D8">
            <w:rPr>
              <w:rFonts w:eastAsia="Cambria"/>
              <w:bCs/>
            </w:rPr>
            <w:t xml:space="preserve">16 décembre </w:t>
          </w:r>
          <w:r w:rsidR="00A21466">
            <w:rPr>
              <w:rFonts w:eastAsia="Cambria"/>
              <w:bCs/>
            </w:rPr>
            <w:t>2025</w:t>
          </w:r>
        </w:p>
        <w:p w14:paraId="034B8034" w14:textId="77777777" w:rsidR="0098446A" w:rsidRPr="00E17EDC" w:rsidRDefault="0098446A" w:rsidP="000A20EC">
          <w:pPr>
            <w:spacing w:before="120" w:line="360" w:lineRule="auto"/>
            <w:ind w:right="-2"/>
            <w:jc w:val="center"/>
            <w:rPr>
              <w:rFonts w:eastAsia="Cambria"/>
              <w:bCs/>
            </w:rPr>
          </w:pPr>
        </w:p>
        <w:p w14:paraId="028207BD" w14:textId="77777777" w:rsidR="0098446A" w:rsidRDefault="0098446A" w:rsidP="0098446A"/>
        <w:p w14:paraId="516F7DA8" w14:textId="77777777" w:rsidR="009634D2" w:rsidRDefault="009634D2" w:rsidP="0098446A"/>
        <w:p w14:paraId="3D347603" w14:textId="77777777" w:rsidR="0098446A" w:rsidRPr="00B37D27" w:rsidRDefault="0098446A" w:rsidP="0098446A">
          <w:pPr>
            <w:keepLines/>
            <w:widowControl w:val="0"/>
            <w:autoSpaceDE w:val="0"/>
            <w:autoSpaceDN w:val="0"/>
            <w:adjustRightInd w:val="0"/>
            <w:ind w:left="119" w:right="113"/>
            <w:rPr>
              <w:rFonts w:ascii="Arial" w:hAnsi="Arial" w:cs="Arial"/>
              <w:color w:val="000000"/>
              <w:sz w:val="16"/>
              <w:szCs w:val="16"/>
            </w:rPr>
          </w:pPr>
        </w:p>
        <w:tbl>
          <w:tblPr>
            <w:tblW w:w="0" w:type="auto"/>
            <w:tblInd w:w="1413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518"/>
            <w:gridCol w:w="3861"/>
          </w:tblGrid>
          <w:tr w:rsidR="0098446A" w14:paraId="39F65AB7" w14:textId="77777777" w:rsidTr="0098446A">
            <w:trPr>
              <w:trHeight w:val="523"/>
            </w:trPr>
            <w:tc>
              <w:tcPr>
                <w:tcW w:w="251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20A01713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0"/>
                  <w:jc w:val="right"/>
                  <w:rPr>
                    <w:sz w:val="24"/>
                  </w:rPr>
                </w:pPr>
                <w:r w:rsidRPr="0098446A">
                  <w:rPr>
                    <w:b/>
                    <w:bCs/>
                    <w:sz w:val="24"/>
                  </w:rPr>
                  <w:t>MONTANT € HT</w:t>
                </w:r>
              </w:p>
            </w:tc>
            <w:tc>
              <w:tcPr>
                <w:tcW w:w="38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38A20068" w14:textId="77777777" w:rsidR="0098446A" w:rsidRPr="0098446A" w:rsidRDefault="0098446A" w:rsidP="0098446A">
                <w:pPr>
                  <w:keepLines/>
                  <w:widowControl w:val="0"/>
                  <w:autoSpaceDE w:val="0"/>
                  <w:autoSpaceDN w:val="0"/>
                  <w:adjustRightInd w:val="0"/>
                  <w:ind w:left="126" w:right="1244"/>
                  <w:jc w:val="center"/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32"/>
                    <w:szCs w:val="32"/>
                  </w:rPr>
                  <w:t>I</w:t>
                </w:r>
              </w:p>
            </w:tc>
          </w:tr>
        </w:tbl>
        <w:p w14:paraId="3B02FC84" w14:textId="77777777" w:rsidR="0098446A" w:rsidRPr="00B37D27" w:rsidRDefault="0098446A" w:rsidP="0098446A">
          <w:pPr>
            <w:keepLines/>
            <w:widowControl w:val="0"/>
            <w:autoSpaceDE w:val="0"/>
            <w:autoSpaceDN w:val="0"/>
            <w:adjustRightInd w:val="0"/>
            <w:ind w:left="119" w:right="113"/>
            <w:rPr>
              <w:rFonts w:ascii="Arial" w:hAnsi="Arial" w:cs="Arial"/>
              <w:color w:val="000000"/>
              <w:sz w:val="16"/>
              <w:szCs w:val="16"/>
            </w:rPr>
          </w:pPr>
        </w:p>
        <w:tbl>
          <w:tblPr>
            <w:tblW w:w="0" w:type="auto"/>
            <w:tblInd w:w="1413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518"/>
            <w:gridCol w:w="365"/>
            <w:gridCol w:w="365"/>
            <w:gridCol w:w="365"/>
            <w:gridCol w:w="365"/>
            <w:gridCol w:w="365"/>
            <w:gridCol w:w="365"/>
            <w:gridCol w:w="366"/>
            <w:gridCol w:w="365"/>
            <w:gridCol w:w="365"/>
            <w:gridCol w:w="365"/>
          </w:tblGrid>
          <w:tr w:rsidR="0098446A" w:rsidRPr="003E7D8B" w14:paraId="09FC1D66" w14:textId="77777777" w:rsidTr="0098446A">
            <w:tc>
              <w:tcPr>
                <w:tcW w:w="251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7C9E2C37" w14:textId="77777777" w:rsidR="0098446A" w:rsidRPr="00B37D27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0"/>
                  <w:jc w:val="right"/>
                  <w:rPr>
                    <w:rFonts w:ascii="Arial" w:hAnsi="Arial" w:cs="Arial"/>
                    <w:sz w:val="24"/>
                  </w:rPr>
                </w:pPr>
                <w:r w:rsidRPr="0098446A">
                  <w:rPr>
                    <w:b/>
                    <w:bCs/>
                    <w:sz w:val="24"/>
                  </w:rPr>
                  <w:t>NOTIFIÉ LE</w:t>
                </w:r>
              </w:p>
            </w:tc>
            <w:tc>
              <w:tcPr>
                <w:tcW w:w="365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5B133922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0"/>
                  <w:jc w:val="right"/>
                  <w:rPr>
                    <w:rFonts w:ascii="Arial" w:hAnsi="Arial" w:cs="Arial"/>
                  </w:rPr>
                </w:pPr>
              </w:p>
            </w:tc>
            <w:tc>
              <w:tcPr>
                <w:tcW w:w="365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0B83B0A3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0"/>
                  <w:jc w:val="right"/>
                  <w:rPr>
                    <w:rFonts w:ascii="Arial" w:hAnsi="Arial" w:cs="Arial"/>
                  </w:rPr>
                </w:pPr>
              </w:p>
            </w:tc>
            <w:tc>
              <w:tcPr>
                <w:tcW w:w="365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FFFFFF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561C042D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16" w:right="95"/>
                  <w:jc w:val="center"/>
                  <w:rPr>
                    <w:rFonts w:ascii="Arial" w:hAnsi="Arial" w:cs="Arial"/>
                  </w:rPr>
                </w:pPr>
                <w:r w:rsidRPr="0098446A">
                  <w:rPr>
                    <w:rFonts w:ascii="Arial" w:hAnsi="Arial" w:cs="Arial"/>
                    <w:b/>
                    <w:bCs/>
                  </w:rPr>
                  <w:t>/</w:t>
                </w:r>
              </w:p>
            </w:tc>
            <w:tc>
              <w:tcPr>
                <w:tcW w:w="365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0BD91D93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16" w:right="95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65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2350411C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16" w:right="95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65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FFFFFF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58DE8532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11" w:right="100"/>
                  <w:jc w:val="center"/>
                  <w:rPr>
                    <w:rFonts w:ascii="Arial" w:hAnsi="Arial" w:cs="Arial"/>
                  </w:rPr>
                </w:pPr>
                <w:r w:rsidRPr="0098446A">
                  <w:rPr>
                    <w:rFonts w:ascii="Arial" w:hAnsi="Arial" w:cs="Arial"/>
                    <w:b/>
                    <w:bCs/>
                  </w:rPr>
                  <w:t>/</w:t>
                </w:r>
              </w:p>
            </w:tc>
            <w:tc>
              <w:tcPr>
                <w:tcW w:w="366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6BA8A794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16" w:right="94"/>
                  <w:jc w:val="center"/>
                  <w:rPr>
                    <w:rFonts w:ascii="Arial" w:hAnsi="Arial" w:cs="Arial"/>
                    <w:sz w:val="24"/>
                  </w:rPr>
                </w:pPr>
                <w:r w:rsidRPr="0098446A">
                  <w:rPr>
                    <w:rFonts w:ascii="Arial" w:hAnsi="Arial" w:cs="Arial"/>
                    <w:b/>
                    <w:bCs/>
                    <w:sz w:val="24"/>
                  </w:rPr>
                  <w:t>2</w:t>
                </w:r>
              </w:p>
            </w:tc>
            <w:tc>
              <w:tcPr>
                <w:tcW w:w="365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4031BF7E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22" w:right="89"/>
                  <w:jc w:val="center"/>
                  <w:rPr>
                    <w:rFonts w:ascii="Arial" w:hAnsi="Arial" w:cs="Arial"/>
                    <w:sz w:val="24"/>
                  </w:rPr>
                </w:pPr>
                <w:r w:rsidRPr="0098446A">
                  <w:rPr>
                    <w:rFonts w:ascii="Arial" w:hAnsi="Arial" w:cs="Arial"/>
                    <w:b/>
                    <w:bCs/>
                    <w:sz w:val="24"/>
                  </w:rPr>
                  <w:t>0</w:t>
                </w:r>
              </w:p>
            </w:tc>
            <w:tc>
              <w:tcPr>
                <w:tcW w:w="365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4F8C1FD0" w14:textId="77777777" w:rsidR="0098446A" w:rsidRPr="0098446A" w:rsidRDefault="0098446A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22" w:right="89"/>
                  <w:jc w:val="center"/>
                  <w:rPr>
                    <w:rFonts w:ascii="Arial" w:hAnsi="Arial" w:cs="Arial"/>
                    <w:b/>
                    <w:bCs/>
                    <w:sz w:val="24"/>
                  </w:rPr>
                </w:pPr>
                <w:r w:rsidRPr="0098446A">
                  <w:rPr>
                    <w:rFonts w:ascii="Arial" w:hAnsi="Arial" w:cs="Arial"/>
                    <w:b/>
                    <w:bCs/>
                    <w:sz w:val="24"/>
                  </w:rPr>
                  <w:t>2</w:t>
                </w:r>
              </w:p>
            </w:tc>
            <w:tc>
              <w:tcPr>
                <w:tcW w:w="365" w:type="dxa"/>
                <w:tcBorders>
                  <w:top w:val="single" w:sz="4" w:space="0" w:color="FFFFFF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  <w:p w14:paraId="4DAD3CA3" w14:textId="3BBEFC59" w:rsidR="0098446A" w:rsidRPr="0098446A" w:rsidRDefault="00B422D8" w:rsidP="00A1350E">
                <w:pPr>
                  <w:keepLines/>
                  <w:widowControl w:val="0"/>
                  <w:autoSpaceDE w:val="0"/>
                  <w:autoSpaceDN w:val="0"/>
                  <w:adjustRightInd w:val="0"/>
                  <w:ind w:left="122" w:right="89"/>
                  <w:jc w:val="center"/>
                  <w:rPr>
                    <w:rFonts w:ascii="Arial" w:hAnsi="Arial" w:cs="Arial"/>
                    <w:b/>
                    <w:bCs/>
                    <w:sz w:val="24"/>
                  </w:rPr>
                </w:pPr>
                <w:r>
                  <w:rPr>
                    <w:rFonts w:ascii="Arial" w:hAnsi="Arial" w:cs="Arial"/>
                    <w:b/>
                    <w:bCs/>
                    <w:sz w:val="24"/>
                  </w:rPr>
                  <w:t>6</w:t>
                </w:r>
              </w:p>
            </w:tc>
          </w:tr>
        </w:tbl>
        <w:p w14:paraId="28007FEA" w14:textId="77777777" w:rsidR="0098446A" w:rsidRDefault="0098446A" w:rsidP="0098446A">
          <w:pPr>
            <w:jc w:val="center"/>
            <w:rPr>
              <w:b/>
            </w:rPr>
          </w:pPr>
        </w:p>
        <w:p w14:paraId="3637EDC7" w14:textId="77777777" w:rsidR="0098446A" w:rsidRDefault="0098446A" w:rsidP="0098446A">
          <w:pPr>
            <w:jc w:val="center"/>
            <w:rPr>
              <w:b/>
            </w:rPr>
          </w:pPr>
        </w:p>
        <w:p w14:paraId="1AA9C6DC" w14:textId="15A275E5" w:rsidR="0098446A" w:rsidRPr="0098446A" w:rsidRDefault="0098446A" w:rsidP="0098446A">
          <w:pPr>
            <w:pStyle w:val="Normal2"/>
            <w:spacing w:before="60"/>
            <w:ind w:left="0" w:firstLine="0"/>
            <w:jc w:val="center"/>
            <w:rPr>
              <w:rFonts w:ascii="Tahoma" w:hAnsi="Tahoma" w:cs="Tahoma"/>
              <w:sz w:val="24"/>
              <w:highlight w:val="magenta"/>
            </w:rPr>
          </w:pPr>
          <w:r w:rsidRPr="0098446A">
            <w:rPr>
              <w:rFonts w:ascii="Tahoma" w:hAnsi="Tahoma" w:cs="Tahoma"/>
              <w:sz w:val="24"/>
            </w:rPr>
            <w:t xml:space="preserve">Offre de l’entreprise </w:t>
          </w:r>
          <w:r w:rsidR="0042167A" w:rsidRPr="0042167A">
            <w:rPr>
              <w:rFonts w:ascii="Tahoma" w:hAnsi="Tahoma" w:cs="Tahoma"/>
              <w:sz w:val="24"/>
              <w:highlight w:val="cyan"/>
            </w:rPr>
            <w:t>……………………………………………………………………….</w:t>
          </w:r>
        </w:p>
        <w:p w14:paraId="7E3E980C" w14:textId="77777777" w:rsidR="00EC4BAA" w:rsidRDefault="00EC4BAA" w:rsidP="008E479D">
          <w:pPr>
            <w:pStyle w:val="Normalsuivan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D062475" wp14:editId="2FB1664F">
                    <wp:simplePos x="0" y="0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7523480" cy="457200"/>
                    <wp:effectExtent l="0" t="0" r="0" b="0"/>
                    <wp:wrapSquare wrapText="bothSides"/>
                    <wp:docPr id="2" name="Zone de text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523544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A2EDE45" w14:textId="77777777" w:rsidR="00EC4BAA" w:rsidRPr="00C757B6" w:rsidRDefault="00EC4BAA" w:rsidP="00EC4BAA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757B6">
                                  <w:rPr>
                                    <w:sz w:val="16"/>
                                    <w:szCs w:val="16"/>
                                  </w:rPr>
                                  <w:t>Crescendo Conseil - 17 Place Sainte-Hélène, 36000 Châteauroux - Tél. 02 18 47 72 52 - Fax : 09 81 38 58 49</w:t>
                                </w:r>
                              </w:p>
                              <w:p w14:paraId="1311AB73" w14:textId="77777777" w:rsidR="00EC4BAA" w:rsidRPr="00C757B6" w:rsidRDefault="00EC4BAA" w:rsidP="000A20EC">
                                <w:pPr>
                                  <w:pStyle w:val="Pieddepage"/>
                                  <w:spacing w:before="0"/>
                                  <w:jc w:val="center"/>
                                  <w:rPr>
                                    <w:color w:val="7F7F7F"/>
                                  </w:rPr>
                                </w:pPr>
                                <w:r w:rsidRPr="00C757B6">
                                  <w:rPr>
                                    <w:color w:val="7F7F7F"/>
                                    <w:sz w:val="16"/>
                                    <w:szCs w:val="16"/>
                                  </w:rPr>
                                  <w:t>contact@crescendo-conseil.org - www.crescendo-conseil.org - SARL au capital de 10 000 € - SIRET 524 133 980 00028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D06247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6" type="#_x0000_t202" style="position:absolute;left:0;text-align:left;margin-left:0;margin-top:0;width:592.4pt;height:36pt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" filled="f" stroked="f">
                    <v:textbox>
                      <w:txbxContent>
                        <w:p w14:paraId="1A2EDE45" w14:textId="77777777" w:rsidR="00EC4BAA" w:rsidRPr="00C757B6" w:rsidRDefault="00EC4BAA" w:rsidP="00EC4BAA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757B6">
                            <w:rPr>
                              <w:sz w:val="16"/>
                              <w:szCs w:val="16"/>
                            </w:rPr>
                            <w:t>Crescendo Conseil - 17 Place Sainte-Hélène, 36000 Châteauroux - Tél. 02 18 47 72 52 - Fax : 09 81 38 58 49</w:t>
                          </w:r>
                        </w:p>
                        <w:p w14:paraId="1311AB73" w14:textId="77777777" w:rsidR="00EC4BAA" w:rsidRPr="00C757B6" w:rsidRDefault="00EC4BAA" w:rsidP="000A20EC">
                          <w:pPr>
                            <w:pStyle w:val="Pieddepage"/>
                            <w:spacing w:before="0"/>
                            <w:jc w:val="center"/>
                            <w:rPr>
                              <w:color w:val="7F7F7F"/>
                            </w:rPr>
                          </w:pPr>
                          <w:r w:rsidRPr="00C757B6">
                            <w:rPr>
                              <w:color w:val="7F7F7F"/>
                              <w:sz w:val="16"/>
                              <w:szCs w:val="16"/>
                            </w:rPr>
                            <w:t>contact@crescendo-conseil.org - www.crescendo-conseil.org - SARL au capital de 10 000 € - SIRET 524 133 980 00028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425BF20E" w14:textId="77777777" w:rsidR="00EC4BAA" w:rsidRDefault="00EC4BAA">
      <w:pPr>
        <w:spacing w:after="160" w:line="259" w:lineRule="auto"/>
      </w:pPr>
      <w:r>
        <w:br w:type="page"/>
      </w:r>
    </w:p>
    <w:p w14:paraId="5C61D9ED" w14:textId="77777777" w:rsidR="009634D2" w:rsidRPr="00023EDE" w:rsidRDefault="009634D2" w:rsidP="009634D2">
      <w:pPr>
        <w:pStyle w:val="Titre1"/>
      </w:pPr>
      <w:bookmarkStart w:id="0" w:name="_Toc377463561"/>
      <w:r>
        <w:lastRenderedPageBreak/>
        <w:t>O</w:t>
      </w:r>
      <w:r w:rsidRPr="00023EDE">
        <w:t>bjet de la consultation</w:t>
      </w:r>
    </w:p>
    <w:p w14:paraId="10B455D1" w14:textId="66532C41" w:rsidR="00C3765E" w:rsidRDefault="009634D2" w:rsidP="00EB1E1E">
      <w:r w:rsidRPr="002530CD">
        <w:t xml:space="preserve">La présente consultation </w:t>
      </w:r>
      <w:r>
        <w:t>concerne</w:t>
      </w:r>
      <w:r w:rsidR="00156BA0">
        <w:t xml:space="preserve"> </w:t>
      </w:r>
      <w:r w:rsidR="00A65556">
        <w:t xml:space="preserve">l’extension du poste haute tension </w:t>
      </w:r>
      <w:r w:rsidR="00C3765E">
        <w:t xml:space="preserve">existant </w:t>
      </w:r>
      <w:r w:rsidR="00A65556">
        <w:t>Y32</w:t>
      </w:r>
      <w:r w:rsidR="00EF649A">
        <w:t xml:space="preserve"> </w:t>
      </w:r>
      <w:r w:rsidR="00A21466">
        <w:t>nécessaire au raccordement des 2</w:t>
      </w:r>
      <w:r w:rsidR="0042167A">
        <w:t xml:space="preserve"> bâtiments d’hébergement </w:t>
      </w:r>
      <w:r w:rsidR="00A21466">
        <w:t>(CRF et T4) en cours de construction saur la base 123 à Bricy.</w:t>
      </w:r>
    </w:p>
    <w:p w14:paraId="2F1B606D" w14:textId="0BFA12A7" w:rsidR="009634D2" w:rsidRPr="00E25EC0" w:rsidRDefault="009634D2" w:rsidP="00EB1E1E">
      <w:r w:rsidRPr="00E25EC0">
        <w:t>Cet acte d'engagement correspond</w:t>
      </w:r>
      <w:r>
        <w:t xml:space="preserve"> </w:t>
      </w:r>
      <w:r w:rsidR="00EB1E1E" w:rsidRPr="00757DC7">
        <w:t xml:space="preserve">à l’offre de base </w:t>
      </w:r>
      <w:r w:rsidR="00C7392A">
        <w:t>d</w:t>
      </w:r>
      <w:r w:rsidR="00EB1E1E">
        <w:t>u présent marché.</w:t>
      </w:r>
    </w:p>
    <w:p w14:paraId="3FAAF962" w14:textId="124BC858" w:rsidR="009634D2" w:rsidRPr="00023EDE" w:rsidRDefault="009634D2" w:rsidP="009634D2">
      <w:pPr>
        <w:pStyle w:val="Titre1"/>
      </w:pPr>
      <w:r w:rsidRPr="00023EDE">
        <w:t xml:space="preserve">Organisation de la </w:t>
      </w:r>
      <w:r w:rsidR="00EB1E1E">
        <w:t>maîtrise</w:t>
      </w:r>
      <w:r w:rsidRPr="00023EDE">
        <w:t xml:space="preserve"> d’ouvrage</w:t>
      </w:r>
    </w:p>
    <w:p w14:paraId="561DA327" w14:textId="4E1E3680" w:rsidR="0042167A" w:rsidRDefault="0042167A" w:rsidP="0042167A">
      <w:r w:rsidRPr="000C0492">
        <w:t xml:space="preserve">Le </w:t>
      </w:r>
      <w:r w:rsidR="00EB1E1E">
        <w:t>maître</w:t>
      </w:r>
      <w:r w:rsidRPr="000C0492">
        <w:t xml:space="preserve"> d’ouvrage est</w:t>
      </w:r>
      <w:r w:rsidR="00A65556">
        <w:t xml:space="preserve"> le </w:t>
      </w:r>
      <w:r w:rsidR="00A65556" w:rsidRPr="004D2538">
        <w:rPr>
          <w:rStyle w:val="lev"/>
          <w:b w:val="0"/>
          <w:bCs w:val="0"/>
        </w:rPr>
        <w:t>Service d'Infrastructure de la Défense (SID) Nord-Ouest</w:t>
      </w:r>
      <w:r>
        <w:t>, représenté régionalement par le Pôle CO de Tours.</w:t>
      </w:r>
    </w:p>
    <w:p w14:paraId="4A08E290" w14:textId="72E01FEA" w:rsidR="0042167A" w:rsidRDefault="0042167A" w:rsidP="0042167A">
      <w:pPr>
        <w:rPr>
          <w:rFonts w:eastAsia="Calibri"/>
        </w:rPr>
      </w:pPr>
      <w:r>
        <w:t xml:space="preserve">Il s’est entouré d’un </w:t>
      </w:r>
      <w:r w:rsidR="00EB1E1E">
        <w:t>maître</w:t>
      </w:r>
      <w:r>
        <w:t xml:space="preserve"> d’ouvrage mandaté : Crescendo conseil agissant au nom et pour le compte de l’ESID de Rennes.</w:t>
      </w:r>
    </w:p>
    <w:p w14:paraId="70DAD729" w14:textId="77777777" w:rsidR="0098446A" w:rsidRPr="00023EDE" w:rsidRDefault="0098446A" w:rsidP="0098446A">
      <w:pPr>
        <w:pStyle w:val="Titre1"/>
      </w:pPr>
      <w:r w:rsidRPr="00A644AA">
        <w:t>Contractant</w:t>
      </w:r>
      <w:bookmarkEnd w:id="0"/>
    </w:p>
    <w:p w14:paraId="167D2187" w14:textId="6CA5C082" w:rsidR="0098446A" w:rsidRPr="00E25EC0" w:rsidRDefault="0098446A" w:rsidP="0098446A">
      <w:r w:rsidRPr="00E25EC0">
        <w:t>Offre de l’entreprise</w:t>
      </w:r>
      <w:r>
        <w:t> :</w:t>
      </w:r>
      <w:r w:rsidR="0042167A">
        <w:t>…………………………………………..</w:t>
      </w:r>
      <w:r>
        <w:t xml:space="preserve"> </w:t>
      </w:r>
      <w:r w:rsidRPr="0042167A">
        <w:rPr>
          <w:highlight w:val="cyan"/>
        </w:rPr>
        <w:t>A REMPLIR PAR LE CANDIDAT</w:t>
      </w:r>
    </w:p>
    <w:p w14:paraId="597C0598" w14:textId="77777777" w:rsidR="0098446A" w:rsidRDefault="0098446A" w:rsidP="0098446A">
      <w:r>
        <w:t>Nom, prénom, qualité et adresse professionnelle du signataire :</w:t>
      </w:r>
    </w:p>
    <w:p w14:paraId="05EF71FD" w14:textId="77777777" w:rsidR="0098446A" w:rsidRDefault="0098446A" w:rsidP="0098446A"/>
    <w:p w14:paraId="4DF49B40" w14:textId="77777777" w:rsidR="0098446A" w:rsidRDefault="0098446A" w:rsidP="0098446A"/>
    <w:p w14:paraId="3806DDB1" w14:textId="77777777" w:rsidR="0098446A" w:rsidRDefault="0098446A" w:rsidP="0098446A">
      <w:bookmarkStart w:id="1" w:name="_Toc377463562"/>
    </w:p>
    <w:p w14:paraId="7A739E92" w14:textId="77777777" w:rsidR="0098446A" w:rsidRPr="00D80640" w:rsidRDefault="0098446A" w:rsidP="0098446A">
      <w:r w:rsidRPr="00D80640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80640">
        <w:instrText xml:space="preserve"> FORMCHECKBOX </w:instrText>
      </w:r>
      <w:r w:rsidRPr="00D80640">
        <w:fldChar w:fldCharType="separate"/>
      </w:r>
      <w:r w:rsidRPr="00D80640">
        <w:fldChar w:fldCharType="end"/>
      </w:r>
      <w:r w:rsidR="009634D2">
        <w:t xml:space="preserve"> </w:t>
      </w:r>
      <w:r w:rsidRPr="00D80640">
        <w:t>agissant pour mon propre compte</w:t>
      </w:r>
      <w:r>
        <w:t xml:space="preserve"> *</w:t>
      </w:r>
    </w:p>
    <w:p w14:paraId="40974DFC" w14:textId="77777777" w:rsidR="0098446A" w:rsidRPr="00D80640" w:rsidRDefault="0098446A" w:rsidP="0098446A">
      <w:r w:rsidRPr="00D80640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D80640">
        <w:instrText xml:space="preserve"> FORMCHECKBOX </w:instrText>
      </w:r>
      <w:r w:rsidRPr="00D80640">
        <w:fldChar w:fldCharType="separate"/>
      </w:r>
      <w:r w:rsidRPr="00D80640">
        <w:fldChar w:fldCharType="end"/>
      </w:r>
      <w:r w:rsidR="009634D2">
        <w:t xml:space="preserve"> </w:t>
      </w:r>
      <w:r w:rsidRPr="00D80640">
        <w:t>agissant pour le compte de la société</w:t>
      </w:r>
      <w:r>
        <w:t xml:space="preserve"> *,</w:t>
      </w:r>
    </w:p>
    <w:p w14:paraId="07979BA2" w14:textId="77777777" w:rsidR="0098446A" w:rsidRDefault="0098446A" w:rsidP="0098446A">
      <w:r w:rsidRPr="00D80640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D80640">
        <w:instrText xml:space="preserve"> FORMCHECKBOX </w:instrText>
      </w:r>
      <w:r w:rsidRPr="00D80640">
        <w:fldChar w:fldCharType="separate"/>
      </w:r>
      <w:r w:rsidRPr="00D80640">
        <w:fldChar w:fldCharType="end"/>
      </w:r>
      <w:r w:rsidR="009634D2">
        <w:t xml:space="preserve"> </w:t>
      </w:r>
      <w:r w:rsidRPr="00D80640">
        <w:t xml:space="preserve">agissant en tant que mandataire du groupement </w:t>
      </w:r>
      <w:r>
        <w:t>*</w:t>
      </w:r>
    </w:p>
    <w:p w14:paraId="5E3A5C95" w14:textId="77777777" w:rsidR="0098446A" w:rsidRPr="004B02E3" w:rsidRDefault="0098446A" w:rsidP="0098446A">
      <w:pPr>
        <w:pStyle w:val="Normal2"/>
        <w:spacing w:before="60"/>
        <w:ind w:left="-284" w:firstLine="0"/>
        <w:jc w:val="right"/>
        <w:rPr>
          <w:rFonts w:ascii="Tahoma" w:hAnsi="Tahoma" w:cs="Tahoma"/>
          <w:sz w:val="14"/>
        </w:rPr>
      </w:pPr>
      <w:r w:rsidRPr="004B02E3">
        <w:rPr>
          <w:rFonts w:ascii="Tahoma" w:hAnsi="Tahoma" w:cs="Tahoma"/>
          <w:sz w:val="14"/>
        </w:rPr>
        <w:t>(*) Cocher les cases correspondantes</w:t>
      </w:r>
    </w:p>
    <w:p w14:paraId="7FFEABF2" w14:textId="2DD720AE" w:rsidR="0098446A" w:rsidRPr="003643ED" w:rsidRDefault="0098446A" w:rsidP="0098446A">
      <w:r w:rsidRPr="003643ED">
        <w:t xml:space="preserve">Après avoir pris connaissance des pièces constitutives du marché public et conformément à leurs clauses et stipulations, </w:t>
      </w:r>
      <w:r w:rsidRPr="003643ED">
        <w:rPr>
          <w:rFonts w:eastAsia="Calibri"/>
        </w:rPr>
        <w:t>j</w:t>
      </w:r>
      <w:r w:rsidRPr="003643ED">
        <w:t>e m’</w:t>
      </w:r>
      <w:r w:rsidRPr="003643ED">
        <w:rPr>
          <w:b/>
        </w:rPr>
        <w:t xml:space="preserve">ENGAGE ou j’ENGAGE le groupement dont je suis mandataire </w:t>
      </w:r>
      <w:r w:rsidRPr="003643ED">
        <w:rPr>
          <w:sz w:val="14"/>
        </w:rPr>
        <w:t>(*)</w:t>
      </w:r>
      <w:r w:rsidRPr="003643ED">
        <w:rPr>
          <w:b/>
        </w:rPr>
        <w:t xml:space="preserve">, </w:t>
      </w:r>
      <w:r w:rsidRPr="003643ED">
        <w:t>sans réserve, conformément aux conditions, clauses et prescriptions imposées par le cahier des clauses administratives particulières, à exécuter les prestations qui me concernent, dans les conditions ci-après définies.</w:t>
      </w:r>
    </w:p>
    <w:p w14:paraId="681771BA" w14:textId="77777777" w:rsidR="0098446A" w:rsidRPr="004B02E3" w:rsidRDefault="0098446A" w:rsidP="0098446A">
      <w:pPr>
        <w:pStyle w:val="Normal2"/>
        <w:spacing w:before="60"/>
        <w:ind w:left="-284" w:firstLine="0"/>
        <w:jc w:val="right"/>
        <w:rPr>
          <w:rFonts w:ascii="Tahoma" w:hAnsi="Tahoma" w:cs="Tahoma"/>
          <w:sz w:val="14"/>
        </w:rPr>
      </w:pPr>
      <w:r w:rsidRPr="004B02E3">
        <w:rPr>
          <w:rFonts w:ascii="Tahoma" w:hAnsi="Tahoma" w:cs="Tahoma"/>
          <w:sz w:val="14"/>
        </w:rPr>
        <w:t xml:space="preserve"> (*)</w:t>
      </w:r>
      <w:r w:rsidRPr="004B02E3">
        <w:rPr>
          <w:rFonts w:ascii="Tahoma" w:hAnsi="Tahoma" w:cs="Tahoma"/>
          <w:sz w:val="18"/>
        </w:rPr>
        <w:t xml:space="preserve"> </w:t>
      </w:r>
      <w:r w:rsidRPr="004B02E3">
        <w:rPr>
          <w:rFonts w:ascii="Tahoma" w:hAnsi="Tahoma" w:cs="Tahoma"/>
          <w:sz w:val="14"/>
        </w:rPr>
        <w:t>Rayer la mention inutile</w:t>
      </w:r>
    </w:p>
    <w:p w14:paraId="6672CE80" w14:textId="77777777" w:rsidR="0098446A" w:rsidRDefault="0098446A" w:rsidP="0098446A">
      <w:pPr>
        <w:pStyle w:val="Titre1"/>
      </w:pPr>
      <w:r w:rsidRPr="00023EDE">
        <w:t>Offre de prix</w:t>
      </w:r>
      <w:bookmarkEnd w:id="1"/>
    </w:p>
    <w:p w14:paraId="5D68EDD9" w14:textId="77777777" w:rsidR="0098446A" w:rsidRPr="007C7999" w:rsidRDefault="0098446A" w:rsidP="0098446A">
      <w:pPr>
        <w:pStyle w:val="Titre2"/>
      </w:pPr>
      <w:r w:rsidRPr="007C7999">
        <w:t>Offre</w:t>
      </w:r>
    </w:p>
    <w:p w14:paraId="1D798682" w14:textId="77777777" w:rsidR="0098446A" w:rsidRDefault="0098446A" w:rsidP="009634D2">
      <w:pPr>
        <w:tabs>
          <w:tab w:val="left" w:pos="2410"/>
        </w:tabs>
      </w:pPr>
      <w:r w:rsidRPr="000B0DE6">
        <w:t>Montant hors taxe en chiffre</w:t>
      </w:r>
      <w:r w:rsidR="009634D2">
        <w:tab/>
      </w:r>
      <w:r>
        <w:t xml:space="preserve">: </w:t>
      </w:r>
    </w:p>
    <w:p w14:paraId="5A29F98C" w14:textId="77777777" w:rsidR="0098446A" w:rsidRDefault="0098446A" w:rsidP="009634D2">
      <w:pPr>
        <w:tabs>
          <w:tab w:val="left" w:pos="2410"/>
        </w:tabs>
      </w:pPr>
      <w:r>
        <w:t xml:space="preserve">Montant de la TVA </w:t>
      </w:r>
      <w:r w:rsidRPr="00671E20">
        <w:t>(20%)</w:t>
      </w:r>
      <w:r w:rsidRPr="00512981">
        <w:tab/>
      </w:r>
      <w:r>
        <w:t xml:space="preserve">: </w:t>
      </w:r>
    </w:p>
    <w:p w14:paraId="17576546" w14:textId="77777777" w:rsidR="0098446A" w:rsidRDefault="0098446A" w:rsidP="009634D2">
      <w:pPr>
        <w:tabs>
          <w:tab w:val="left" w:pos="2410"/>
        </w:tabs>
      </w:pPr>
      <w:r>
        <w:t>Montant TTC en chiffre</w:t>
      </w:r>
      <w:r>
        <w:tab/>
        <w:t xml:space="preserve">: </w:t>
      </w:r>
    </w:p>
    <w:p w14:paraId="0ED4FA1C" w14:textId="77777777" w:rsidR="0098446A" w:rsidRDefault="0098446A" w:rsidP="009634D2">
      <w:pPr>
        <w:tabs>
          <w:tab w:val="left" w:pos="2410"/>
        </w:tabs>
      </w:pPr>
      <w:r>
        <w:t>Montant TTC en lettre</w:t>
      </w:r>
      <w:r>
        <w:tab/>
        <w:t xml:space="preserve">: </w:t>
      </w:r>
    </w:p>
    <w:p w14:paraId="73EC77F9" w14:textId="77777777" w:rsidR="0098446A" w:rsidRPr="00274ADD" w:rsidRDefault="0098446A" w:rsidP="0098446A">
      <w:pPr>
        <w:pStyle w:val="Titre2"/>
      </w:pPr>
      <w:bookmarkStart w:id="2" w:name="_Toc361993234"/>
      <w:r w:rsidRPr="00274ADD">
        <w:t>Répartition des prestations (en cas de groupement conjoint)</w:t>
      </w:r>
    </w:p>
    <w:p w14:paraId="51C38B5C" w14:textId="77777777" w:rsidR="0098446A" w:rsidRPr="00274ADD" w:rsidRDefault="0098446A" w:rsidP="0098446A">
      <w:r w:rsidRPr="00274ADD">
        <w:t>(Les membres du groupement conjoint indiquent dans le tableau ci-dessous la répartition des prestations que chacun d’entre eux s’engage à réaliser.)</w:t>
      </w:r>
    </w:p>
    <w:p w14:paraId="55C624A8" w14:textId="77777777" w:rsidR="0098446A" w:rsidRDefault="0098446A" w:rsidP="0098446A">
      <w:pPr>
        <w:ind w:left="436"/>
        <w:rPr>
          <w:rFonts w:ascii="Arial" w:hAnsi="Arial" w:cs="Arial"/>
          <w:b/>
          <w:bCs/>
        </w:rPr>
      </w:pP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98446A" w14:paraId="18934566" w14:textId="77777777" w:rsidTr="0098446A">
        <w:trPr>
          <w:cantSplit/>
          <w:trHeight w:val="567"/>
        </w:trPr>
        <w:tc>
          <w:tcPr>
            <w:tcW w:w="4503" w:type="dxa"/>
            <w:vMerge w:val="restart"/>
            <w:shd w:val="clear" w:color="auto" w:fill="B2B2B2"/>
            <w:vAlign w:val="center"/>
          </w:tcPr>
          <w:p w14:paraId="2D7931E0" w14:textId="77777777" w:rsidR="0098446A" w:rsidRPr="00274ADD" w:rsidRDefault="0098446A" w:rsidP="00A1350E">
            <w:pPr>
              <w:jc w:val="center"/>
              <w:rPr>
                <w:b/>
                <w:bCs/>
                <w:sz w:val="16"/>
                <w:szCs w:val="16"/>
              </w:rPr>
            </w:pPr>
            <w:r w:rsidRPr="00274ADD">
              <w:rPr>
                <w:b/>
                <w:bCs/>
                <w:sz w:val="16"/>
                <w:szCs w:val="16"/>
              </w:rPr>
              <w:t>Désignation des membres du groupement conjoint</w:t>
            </w:r>
          </w:p>
        </w:tc>
        <w:tc>
          <w:tcPr>
            <w:tcW w:w="5953" w:type="dxa"/>
            <w:gridSpan w:val="2"/>
            <w:shd w:val="clear" w:color="auto" w:fill="B2B2B2"/>
            <w:vAlign w:val="center"/>
          </w:tcPr>
          <w:p w14:paraId="1D7B26FC" w14:textId="77777777" w:rsidR="0098446A" w:rsidRPr="00BB7D89" w:rsidRDefault="0098446A" w:rsidP="00A1350E">
            <w:pPr>
              <w:jc w:val="center"/>
              <w:rPr>
                <w:b/>
                <w:bCs/>
              </w:rPr>
            </w:pPr>
            <w:r w:rsidRPr="00BB7D89">
              <w:rPr>
                <w:b/>
                <w:bCs/>
                <w:sz w:val="16"/>
                <w:szCs w:val="16"/>
              </w:rPr>
              <w:t>Prestations exécutées par les membres du groupement conjoint</w:t>
            </w:r>
          </w:p>
        </w:tc>
      </w:tr>
      <w:tr w:rsidR="0098446A" w14:paraId="46394771" w14:textId="77777777" w:rsidTr="0098446A">
        <w:trPr>
          <w:cantSplit/>
          <w:trHeight w:val="567"/>
        </w:trPr>
        <w:tc>
          <w:tcPr>
            <w:tcW w:w="4503" w:type="dxa"/>
            <w:vMerge/>
            <w:tcBorders>
              <w:bottom w:val="single" w:sz="4" w:space="0" w:color="auto"/>
            </w:tcBorders>
            <w:shd w:val="clear" w:color="auto" w:fill="B2B2B2"/>
            <w:vAlign w:val="center"/>
          </w:tcPr>
          <w:p w14:paraId="64DA2834" w14:textId="77777777" w:rsidR="0098446A" w:rsidRPr="00274ADD" w:rsidRDefault="0098446A" w:rsidP="00A1350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B2B2B2"/>
            <w:vAlign w:val="center"/>
          </w:tcPr>
          <w:p w14:paraId="20453E0A" w14:textId="77777777" w:rsidR="0098446A" w:rsidRPr="00274ADD" w:rsidRDefault="0098446A" w:rsidP="00A1350E">
            <w:pPr>
              <w:jc w:val="center"/>
              <w:rPr>
                <w:b/>
                <w:bCs/>
                <w:sz w:val="16"/>
                <w:szCs w:val="16"/>
              </w:rPr>
            </w:pPr>
            <w:r w:rsidRPr="00274ADD">
              <w:rPr>
                <w:b/>
                <w:bCs/>
                <w:sz w:val="16"/>
                <w:szCs w:val="16"/>
              </w:rPr>
              <w:t>Nature de la prestation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2B2B2"/>
            <w:vAlign w:val="center"/>
          </w:tcPr>
          <w:p w14:paraId="1B69D5BC" w14:textId="77777777" w:rsidR="0098446A" w:rsidRPr="00274ADD" w:rsidRDefault="0098446A" w:rsidP="00A1350E">
            <w:pPr>
              <w:jc w:val="center"/>
              <w:rPr>
                <w:b/>
                <w:bCs/>
                <w:sz w:val="16"/>
                <w:szCs w:val="16"/>
              </w:rPr>
            </w:pPr>
            <w:r w:rsidRPr="00274ADD">
              <w:rPr>
                <w:b/>
                <w:bCs/>
                <w:sz w:val="16"/>
                <w:szCs w:val="16"/>
              </w:rPr>
              <w:t>Montant HT de la prestation</w:t>
            </w:r>
          </w:p>
        </w:tc>
      </w:tr>
      <w:tr w:rsidR="0098446A" w14:paraId="57CCBA30" w14:textId="77777777" w:rsidTr="00A1350E">
        <w:trPr>
          <w:trHeight w:val="1021"/>
        </w:trPr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14:paraId="1E769218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45CF669B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0A01184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</w:tr>
      <w:tr w:rsidR="0098446A" w14:paraId="5DD574F4" w14:textId="77777777" w:rsidTr="00A1350E">
        <w:trPr>
          <w:trHeight w:val="1021"/>
        </w:trPr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F96FB" w14:textId="6F52A5EB" w:rsidR="0098446A" w:rsidRDefault="0098446A" w:rsidP="00A1350E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00954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2B5CD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</w:tr>
      <w:tr w:rsidR="0098446A" w14:paraId="421C3FB1" w14:textId="77777777" w:rsidTr="00A1350E">
        <w:trPr>
          <w:trHeight w:val="1021"/>
        </w:trPr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49BAA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4BF99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70735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</w:tr>
      <w:tr w:rsidR="0098446A" w14:paraId="3FC68268" w14:textId="77777777" w:rsidTr="00A1350E">
        <w:trPr>
          <w:trHeight w:val="1021"/>
        </w:trPr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14:paraId="50C42F0F" w14:textId="77777777" w:rsidR="0098446A" w:rsidRDefault="0098446A" w:rsidP="00A1350E">
            <w:pPr>
              <w:rPr>
                <w:rFonts w:ascii="Arial" w:hAnsi="Arial" w:cs="Arial"/>
              </w:rPr>
            </w:pPr>
          </w:p>
          <w:p w14:paraId="114E306A" w14:textId="77777777" w:rsidR="0098446A" w:rsidRDefault="0098446A" w:rsidP="00A1350E">
            <w:pPr>
              <w:rPr>
                <w:rFonts w:ascii="Arial" w:hAnsi="Arial" w:cs="Arial"/>
              </w:rPr>
            </w:pPr>
          </w:p>
          <w:p w14:paraId="7FA3FD70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513EB4F6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DB12432" w14:textId="77777777" w:rsidR="0098446A" w:rsidRDefault="0098446A" w:rsidP="00A1350E">
            <w:pPr>
              <w:rPr>
                <w:rFonts w:ascii="Arial" w:hAnsi="Arial" w:cs="Arial"/>
              </w:rPr>
            </w:pPr>
          </w:p>
        </w:tc>
      </w:tr>
    </w:tbl>
    <w:p w14:paraId="3D85AD84" w14:textId="77777777" w:rsidR="0098446A" w:rsidRPr="00023EDE" w:rsidRDefault="0098446A" w:rsidP="0098446A">
      <w:pPr>
        <w:pStyle w:val="Titre1"/>
      </w:pPr>
      <w:bookmarkStart w:id="3" w:name="_Toc377463566"/>
      <w:bookmarkEnd w:id="2"/>
      <w:r w:rsidRPr="00023EDE">
        <w:t>Délais d’exécution</w:t>
      </w:r>
      <w:bookmarkEnd w:id="3"/>
    </w:p>
    <w:p w14:paraId="4C5E83B5" w14:textId="304F3D91" w:rsidR="009634D2" w:rsidRPr="00DD41C8" w:rsidRDefault="009634D2" w:rsidP="009634D2">
      <w:bookmarkStart w:id="4" w:name="_Toc377463567"/>
      <w:r w:rsidRPr="00DD41C8">
        <w:t xml:space="preserve">La date prévisible de commencement des travaux est </w:t>
      </w:r>
      <w:r w:rsidRPr="00AF46F2">
        <w:t xml:space="preserve">fixée </w:t>
      </w:r>
      <w:r w:rsidR="0042167A">
        <w:t xml:space="preserve">à </w:t>
      </w:r>
      <w:r w:rsidR="0068172A" w:rsidRPr="0068172A">
        <w:t>février 2026</w:t>
      </w:r>
      <w:r w:rsidR="0042167A">
        <w:t xml:space="preserve"> </w:t>
      </w:r>
      <w:r w:rsidRPr="00AF46F2">
        <w:t>sous</w:t>
      </w:r>
      <w:r w:rsidRPr="00DD41C8">
        <w:t xml:space="preserve"> réserve de l’obtention de financements et de l’obtention des autorisations administratives.</w:t>
      </w:r>
    </w:p>
    <w:p w14:paraId="60EFA007" w14:textId="4BFBAB39" w:rsidR="009634D2" w:rsidRPr="0096770A" w:rsidRDefault="009634D2" w:rsidP="009634D2">
      <w:r w:rsidRPr="0068172A">
        <w:t>Le délai d’exécution des travaux (conformément à la définition mentionnée au CCAP) est de</w:t>
      </w:r>
      <w:r w:rsidR="00723804" w:rsidRPr="0068172A">
        <w:t xml:space="preserve"> </w:t>
      </w:r>
      <w:r w:rsidR="0068172A" w:rsidRPr="0068172A">
        <w:t>7 mois</w:t>
      </w:r>
      <w:r w:rsidR="000066C8" w:rsidRPr="0068172A">
        <w:t xml:space="preserve">. </w:t>
      </w:r>
      <w:r w:rsidRPr="0068172A">
        <w:t>(y compris période de préparation, période de travaux, congés, intempéries, OPR et réception</w:t>
      </w:r>
      <w:r w:rsidR="00723804" w:rsidRPr="0068172A">
        <w:t>s</w:t>
      </w:r>
      <w:r w:rsidRPr="0068172A">
        <w:t>) à compter de la date de notification de l’ordre de service</w:t>
      </w:r>
      <w:r w:rsidR="000066C8" w:rsidRPr="0068172A">
        <w:t xml:space="preserve"> donnant l’ordre de commencer les prestations</w:t>
      </w:r>
      <w:r w:rsidRPr="0068172A">
        <w:t>.</w:t>
      </w:r>
    </w:p>
    <w:p w14:paraId="65BE81B1" w14:textId="77777777" w:rsidR="0098446A" w:rsidRPr="0096770A" w:rsidRDefault="0098446A" w:rsidP="0098446A">
      <w:pPr>
        <w:pStyle w:val="Titre1"/>
      </w:pPr>
      <w:r w:rsidRPr="0096770A">
        <w:t>Paiement</w:t>
      </w:r>
      <w:bookmarkEnd w:id="4"/>
    </w:p>
    <w:p w14:paraId="58825856" w14:textId="77777777" w:rsidR="0098446A" w:rsidRDefault="0098446A" w:rsidP="0098446A">
      <w:r>
        <w:t>Le pouvoir adjudicateur se libèrera des sommes dues au titre du présent marché en faisant porter le montant au crédit du ou des comptes ci-après selon les répartitions mentionnées au paragraphe 4.3 :</w:t>
      </w:r>
    </w:p>
    <w:p w14:paraId="1B83D0CF" w14:textId="77777777" w:rsidR="0098446A" w:rsidRDefault="0098446A" w:rsidP="0098446A"/>
    <w:p w14:paraId="2AEE4874" w14:textId="77777777" w:rsidR="0098446A" w:rsidRDefault="0098446A" w:rsidP="0098446A">
      <w:pPr>
        <w:tabs>
          <w:tab w:val="left" w:leader="dot" w:pos="9923"/>
        </w:tabs>
      </w:pPr>
      <w:r>
        <w:t xml:space="preserve">Ouvert au nom de : </w:t>
      </w:r>
      <w:r>
        <w:tab/>
      </w:r>
    </w:p>
    <w:p w14:paraId="125E46E9" w14:textId="77777777" w:rsidR="0098446A" w:rsidRDefault="0098446A" w:rsidP="0098446A">
      <w:pPr>
        <w:tabs>
          <w:tab w:val="left" w:leader="dot" w:pos="9923"/>
        </w:tabs>
        <w:ind w:left="709"/>
      </w:pPr>
      <w:r>
        <w:t>Pour les prestations suivantes :</w:t>
      </w:r>
      <w:r>
        <w:tab/>
      </w:r>
    </w:p>
    <w:p w14:paraId="45D31809" w14:textId="77777777" w:rsidR="0098446A" w:rsidRDefault="0098446A" w:rsidP="0098446A">
      <w:pPr>
        <w:tabs>
          <w:tab w:val="left" w:leader="dot" w:pos="9923"/>
        </w:tabs>
        <w:ind w:left="709"/>
      </w:pPr>
      <w:r>
        <w:t xml:space="preserve">Etablissement :  </w:t>
      </w:r>
      <w:r>
        <w:tab/>
      </w:r>
    </w:p>
    <w:p w14:paraId="4E4DDE5F" w14:textId="77777777" w:rsidR="0098446A" w:rsidRDefault="0098446A" w:rsidP="0098446A">
      <w:pPr>
        <w:tabs>
          <w:tab w:val="left" w:leader="dot" w:pos="3969"/>
          <w:tab w:val="left" w:leader="dot" w:pos="5245"/>
          <w:tab w:val="left" w:leader="dot" w:pos="7655"/>
          <w:tab w:val="left" w:leader="dot" w:pos="9923"/>
        </w:tabs>
        <w:ind w:left="709"/>
      </w:pPr>
      <w:r>
        <w:t>Numéro de compte :</w:t>
      </w:r>
      <w:r>
        <w:tab/>
        <w:t>Clé :</w:t>
      </w:r>
      <w:r>
        <w:tab/>
        <w:t>Code banque :</w:t>
      </w:r>
      <w:r>
        <w:tab/>
        <w:t>Code guichet :</w:t>
      </w:r>
      <w:r>
        <w:tab/>
      </w:r>
    </w:p>
    <w:p w14:paraId="1C58B8D5" w14:textId="77777777" w:rsidR="0098446A" w:rsidRDefault="0098446A" w:rsidP="0098446A"/>
    <w:p w14:paraId="12B78073" w14:textId="77777777" w:rsidR="0098446A" w:rsidRDefault="0098446A" w:rsidP="0098446A">
      <w:pPr>
        <w:pStyle w:val="NormalPhoto"/>
        <w:jc w:val="left"/>
      </w:pPr>
      <w:r>
        <w:t xml:space="preserve">Nota : </w:t>
      </w:r>
      <w:r w:rsidRPr="00E27AEA">
        <w:t>insérer</w:t>
      </w:r>
      <w:r>
        <w:t xml:space="preserve"> autant de lignes que nécessaire pour chaque cotraitant ;</w:t>
      </w:r>
    </w:p>
    <w:p w14:paraId="24C770AE" w14:textId="77777777" w:rsidR="0098446A" w:rsidRDefault="0098446A" w:rsidP="0098446A"/>
    <w:p w14:paraId="123A7FD5" w14:textId="77777777" w:rsidR="0098446A" w:rsidRDefault="0098446A" w:rsidP="0098446A">
      <w:r>
        <w:t>Le pouvoir adjudicateur se libèrera également des sommes dues aux sous-traitants payés directement en faisant porter leurs montants au crédit des comptes désignés dans le formulaire DC4.</w:t>
      </w:r>
    </w:p>
    <w:p w14:paraId="6946BFD4" w14:textId="77777777" w:rsidR="009634D2" w:rsidRDefault="009634D2" w:rsidP="009634D2">
      <w:pPr>
        <w:pStyle w:val="Titre5"/>
      </w:pPr>
      <w:r>
        <w:t>Avance :</w:t>
      </w:r>
    </w:p>
    <w:p w14:paraId="5A3A23B9" w14:textId="23AD2D71" w:rsidR="0098446A" w:rsidRDefault="0098446A" w:rsidP="0098446A">
      <w:r>
        <w:t>Conformément au CC</w:t>
      </w:r>
      <w:r w:rsidR="00EB1E1E">
        <w:t>A</w:t>
      </w:r>
      <w:r>
        <w:t>P, la ou les entreprises ci-après désignées</w:t>
      </w:r>
    </w:p>
    <w:p w14:paraId="037945C7" w14:textId="77777777" w:rsidR="0098446A" w:rsidRDefault="0098446A" w:rsidP="0098446A">
      <w: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1"/>
      <w:r>
        <w:instrText xml:space="preserve"> FORMCHECKBOX </w:instrText>
      </w:r>
      <w:r>
        <w:fldChar w:fldCharType="separate"/>
      </w:r>
      <w:r>
        <w:fldChar w:fldCharType="end"/>
      </w:r>
      <w:bookmarkEnd w:id="5"/>
      <w:r>
        <w:tab/>
        <w:t>refusent de percevoir l’avance *</w:t>
      </w:r>
    </w:p>
    <w:p w14:paraId="5E76A767" w14:textId="77777777" w:rsidR="0098446A" w:rsidRDefault="0098446A" w:rsidP="0098446A">
      <w: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2"/>
      <w:r>
        <w:instrText xml:space="preserve"> FORMCHECKBOX </w:instrText>
      </w:r>
      <w:r>
        <w:fldChar w:fldCharType="separate"/>
      </w:r>
      <w:r>
        <w:fldChar w:fldCharType="end"/>
      </w:r>
      <w:bookmarkEnd w:id="6"/>
      <w:r>
        <w:tab/>
        <w:t>acceptent de percevoir l’avance *</w:t>
      </w:r>
    </w:p>
    <w:p w14:paraId="0900F888" w14:textId="77777777" w:rsidR="0098446A" w:rsidRPr="00E27AEA" w:rsidRDefault="0098446A" w:rsidP="0098446A">
      <w:pPr>
        <w:pStyle w:val="Normal2"/>
        <w:spacing w:before="60"/>
        <w:ind w:left="-284" w:firstLine="0"/>
        <w:jc w:val="right"/>
        <w:rPr>
          <w:rFonts w:ascii="Tahoma" w:hAnsi="Tahoma" w:cs="Tahoma"/>
          <w:sz w:val="14"/>
        </w:rPr>
      </w:pPr>
      <w:r w:rsidRPr="00E27AEA">
        <w:rPr>
          <w:rFonts w:ascii="Tahoma" w:hAnsi="Tahoma" w:cs="Tahoma"/>
          <w:sz w:val="14"/>
        </w:rPr>
        <w:t>(*) Cocher les cases correspondantes</w:t>
      </w:r>
    </w:p>
    <w:p w14:paraId="054B3248" w14:textId="77777777" w:rsidR="0098446A" w:rsidRDefault="0098446A" w:rsidP="0098446A">
      <w:r>
        <w:t>Nota</w:t>
      </w:r>
      <w:r w:rsidRPr="00DD41C8">
        <w:t> </w:t>
      </w:r>
      <w:r>
        <w:rPr>
          <w:b/>
        </w:rPr>
        <w:t>:</w:t>
      </w:r>
      <w:r>
        <w:t xml:space="preserve"> Si aucune case n’est cochée, ou si les deux cases sont cochées, le pouvoir adjudicateur considérera que l’entreprise renonce au bénéfice de l’avance.</w:t>
      </w:r>
    </w:p>
    <w:p w14:paraId="30D4A277" w14:textId="77777777" w:rsidR="009634D2" w:rsidRDefault="009634D2" w:rsidP="009634D2">
      <w:pPr>
        <w:pStyle w:val="Titre5"/>
      </w:pPr>
      <w:r>
        <w:t>Garantie financière :</w:t>
      </w:r>
    </w:p>
    <w:p w14:paraId="68696C72" w14:textId="77777777" w:rsidR="009634D2" w:rsidRDefault="009634D2" w:rsidP="009634D2">
      <w: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tab/>
        <w:t>Garantie à 1</w:t>
      </w:r>
      <w:r w:rsidRPr="008D3D4F">
        <w:rPr>
          <w:vertAlign w:val="superscript"/>
        </w:rPr>
        <w:t>ère</w:t>
      </w:r>
      <w:r>
        <w:t xml:space="preserve"> demande *</w:t>
      </w:r>
    </w:p>
    <w:p w14:paraId="2F723A9D" w14:textId="5A43F0A1" w:rsidR="009634D2" w:rsidRDefault="009634D2" w:rsidP="009634D2">
      <w: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tab/>
        <w:t>Retenue de garantie *</w:t>
      </w:r>
    </w:p>
    <w:p w14:paraId="4C3F73C6" w14:textId="1B6CBEDF" w:rsidR="00A21466" w:rsidRDefault="009634D2" w:rsidP="009634D2">
      <w:pPr>
        <w:pStyle w:val="Normal2"/>
        <w:spacing w:before="60"/>
        <w:ind w:left="-284" w:firstLine="0"/>
        <w:jc w:val="right"/>
        <w:rPr>
          <w:rFonts w:ascii="Tahoma" w:hAnsi="Tahoma" w:cs="Tahoma"/>
          <w:sz w:val="14"/>
        </w:rPr>
      </w:pPr>
      <w:r w:rsidRPr="00E27AEA">
        <w:rPr>
          <w:rFonts w:ascii="Tahoma" w:hAnsi="Tahoma" w:cs="Tahoma"/>
          <w:sz w:val="14"/>
        </w:rPr>
        <w:t>(*) Cocher les cases correspondantes</w:t>
      </w:r>
    </w:p>
    <w:p w14:paraId="35E3223E" w14:textId="77777777" w:rsidR="00A21466" w:rsidRDefault="00A21466">
      <w:pPr>
        <w:spacing w:before="0" w:after="160" w:line="259" w:lineRule="auto"/>
        <w:jc w:val="left"/>
        <w:rPr>
          <w:sz w:val="14"/>
        </w:rPr>
      </w:pPr>
      <w:r>
        <w:rPr>
          <w:sz w:val="14"/>
        </w:rPr>
        <w:br w:type="page"/>
      </w:r>
    </w:p>
    <w:p w14:paraId="39494B7F" w14:textId="77777777" w:rsidR="0098446A" w:rsidRPr="00023EDE" w:rsidRDefault="0098446A" w:rsidP="0098446A">
      <w:pPr>
        <w:pStyle w:val="Titre1"/>
      </w:pPr>
      <w:bookmarkStart w:id="7" w:name="_Toc377463569"/>
      <w:r w:rsidRPr="00023EDE">
        <w:lastRenderedPageBreak/>
        <w:t>Sous-traitance</w:t>
      </w:r>
      <w:bookmarkEnd w:id="7"/>
    </w:p>
    <w:p w14:paraId="4BE21570" w14:textId="77777777" w:rsidR="0098446A" w:rsidRDefault="0098446A" w:rsidP="0098446A">
      <w:r>
        <w:t>Dans le cadre d’une sous-traitance, le formulaire DC4 indiquera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formulaire DC4 constitue le montant maximal de la créance que le sous-traitant concerné pourra présenter en nantissement ou céder.</w:t>
      </w:r>
    </w:p>
    <w:p w14:paraId="3B5D3C69" w14:textId="77777777" w:rsidR="0098446A" w:rsidRDefault="0098446A" w:rsidP="0098446A">
      <w:r>
        <w:t>Chaque formulaire DC4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  <w:bookmarkStart w:id="8" w:name="MTP"/>
    </w:p>
    <w:p w14:paraId="02E35001" w14:textId="77777777" w:rsidR="0098446A" w:rsidRDefault="0098446A" w:rsidP="0098446A">
      <w:r>
        <w:t>Le montant total des prestations que j’envisage ou que nous envisageons d</w:t>
      </w:r>
      <w:bookmarkEnd w:id="8"/>
      <w:r>
        <w:t xml:space="preserve">e sous-traiter conformément à chaque formulaire DC4 est de :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0"/>
        <w:gridCol w:w="3050"/>
        <w:gridCol w:w="2195"/>
      </w:tblGrid>
      <w:tr w:rsidR="0098446A" w14:paraId="1EB441FB" w14:textId="77777777" w:rsidTr="00A1350E">
        <w:trPr>
          <w:jc w:val="center"/>
        </w:trPr>
        <w:tc>
          <w:tcPr>
            <w:tcW w:w="8445" w:type="dxa"/>
            <w:gridSpan w:val="3"/>
          </w:tcPr>
          <w:p w14:paraId="6580F141" w14:textId="77777777" w:rsidR="0098446A" w:rsidRDefault="0098446A" w:rsidP="00A1350E">
            <w:r>
              <w:t>Montant HT. : ............................ Euros</w:t>
            </w:r>
          </w:p>
        </w:tc>
      </w:tr>
      <w:tr w:rsidR="0098446A" w14:paraId="7CA06308" w14:textId="77777777" w:rsidTr="00A1350E">
        <w:trPr>
          <w:jc w:val="center"/>
        </w:trPr>
        <w:tc>
          <w:tcPr>
            <w:tcW w:w="3200" w:type="dxa"/>
          </w:tcPr>
          <w:p w14:paraId="0453EBDD" w14:textId="77777777" w:rsidR="0098446A" w:rsidRDefault="0098446A" w:rsidP="00A1350E">
            <w:r>
              <w:t>Nom du sous-traitant</w:t>
            </w:r>
          </w:p>
        </w:tc>
        <w:tc>
          <w:tcPr>
            <w:tcW w:w="3050" w:type="dxa"/>
          </w:tcPr>
          <w:p w14:paraId="228C412C" w14:textId="77777777" w:rsidR="0098446A" w:rsidRDefault="0098446A" w:rsidP="00A1350E">
            <w:r>
              <w:t>Nature de la prestation</w:t>
            </w:r>
          </w:p>
        </w:tc>
        <w:tc>
          <w:tcPr>
            <w:tcW w:w="2195" w:type="dxa"/>
          </w:tcPr>
          <w:p w14:paraId="79ACFE30" w14:textId="77777777" w:rsidR="0098446A" w:rsidRDefault="0098446A" w:rsidP="00A1350E">
            <w:r>
              <w:t>Montant HT.</w:t>
            </w:r>
          </w:p>
        </w:tc>
      </w:tr>
      <w:tr w:rsidR="0098446A" w14:paraId="65780701" w14:textId="77777777" w:rsidTr="00A1350E">
        <w:trPr>
          <w:jc w:val="center"/>
        </w:trPr>
        <w:tc>
          <w:tcPr>
            <w:tcW w:w="3200" w:type="dxa"/>
          </w:tcPr>
          <w:p w14:paraId="300423D1" w14:textId="77777777" w:rsidR="0098446A" w:rsidRDefault="0098446A" w:rsidP="00A1350E">
            <w:r>
              <w:t>..........................................</w:t>
            </w:r>
          </w:p>
        </w:tc>
        <w:tc>
          <w:tcPr>
            <w:tcW w:w="3050" w:type="dxa"/>
          </w:tcPr>
          <w:p w14:paraId="29DED0C9" w14:textId="77777777" w:rsidR="0098446A" w:rsidRDefault="0098446A" w:rsidP="00A1350E">
            <w:r>
              <w:t>.............................................</w:t>
            </w:r>
          </w:p>
        </w:tc>
        <w:tc>
          <w:tcPr>
            <w:tcW w:w="2195" w:type="dxa"/>
          </w:tcPr>
          <w:p w14:paraId="63FC69E9" w14:textId="77777777" w:rsidR="0098446A" w:rsidRDefault="0098446A" w:rsidP="00A1350E">
            <w:r>
              <w:t>............................ Euros</w:t>
            </w:r>
          </w:p>
        </w:tc>
      </w:tr>
      <w:tr w:rsidR="0098446A" w14:paraId="77364850" w14:textId="77777777" w:rsidTr="00A1350E">
        <w:trPr>
          <w:jc w:val="center"/>
        </w:trPr>
        <w:tc>
          <w:tcPr>
            <w:tcW w:w="3200" w:type="dxa"/>
          </w:tcPr>
          <w:p w14:paraId="48B198C4" w14:textId="77777777" w:rsidR="0098446A" w:rsidRDefault="0098446A" w:rsidP="00A1350E">
            <w:r>
              <w:t>..........................................</w:t>
            </w:r>
          </w:p>
        </w:tc>
        <w:tc>
          <w:tcPr>
            <w:tcW w:w="3050" w:type="dxa"/>
          </w:tcPr>
          <w:p w14:paraId="603E6427" w14:textId="77777777" w:rsidR="0098446A" w:rsidRDefault="0098446A" w:rsidP="00A1350E">
            <w:r>
              <w:t>.............................................</w:t>
            </w:r>
          </w:p>
        </w:tc>
        <w:tc>
          <w:tcPr>
            <w:tcW w:w="2195" w:type="dxa"/>
          </w:tcPr>
          <w:p w14:paraId="54951AE9" w14:textId="77777777" w:rsidR="0098446A" w:rsidRDefault="0098446A" w:rsidP="00A1350E">
            <w:r>
              <w:t>............................ Euros</w:t>
            </w:r>
          </w:p>
        </w:tc>
      </w:tr>
      <w:tr w:rsidR="0098446A" w14:paraId="1A8DC7A0" w14:textId="77777777" w:rsidTr="00A1350E">
        <w:trPr>
          <w:jc w:val="center"/>
        </w:trPr>
        <w:tc>
          <w:tcPr>
            <w:tcW w:w="3200" w:type="dxa"/>
          </w:tcPr>
          <w:p w14:paraId="788125F0" w14:textId="77777777" w:rsidR="0098446A" w:rsidRDefault="0098446A" w:rsidP="00A1350E">
            <w:r>
              <w:t>..........................................</w:t>
            </w:r>
          </w:p>
        </w:tc>
        <w:tc>
          <w:tcPr>
            <w:tcW w:w="3050" w:type="dxa"/>
          </w:tcPr>
          <w:p w14:paraId="0D995237" w14:textId="77777777" w:rsidR="0098446A" w:rsidRDefault="0098446A" w:rsidP="00A1350E">
            <w:r>
              <w:t>.............................................</w:t>
            </w:r>
          </w:p>
        </w:tc>
        <w:tc>
          <w:tcPr>
            <w:tcW w:w="2195" w:type="dxa"/>
            <w:tcBorders>
              <w:bottom w:val="single" w:sz="12" w:space="0" w:color="auto"/>
            </w:tcBorders>
          </w:tcPr>
          <w:p w14:paraId="4DF3BC5B" w14:textId="77777777" w:rsidR="0098446A" w:rsidRDefault="0098446A" w:rsidP="00A1350E">
            <w:r>
              <w:t>............................ Euros</w:t>
            </w:r>
          </w:p>
        </w:tc>
      </w:tr>
      <w:tr w:rsidR="0098446A" w14:paraId="08FB8F47" w14:textId="77777777" w:rsidTr="00A1350E">
        <w:trPr>
          <w:jc w:val="center"/>
        </w:trPr>
        <w:tc>
          <w:tcPr>
            <w:tcW w:w="3200" w:type="dxa"/>
          </w:tcPr>
          <w:p w14:paraId="4C30136D" w14:textId="77777777" w:rsidR="0098446A" w:rsidRDefault="0098446A" w:rsidP="00A1350E"/>
        </w:tc>
        <w:tc>
          <w:tcPr>
            <w:tcW w:w="3050" w:type="dxa"/>
          </w:tcPr>
          <w:p w14:paraId="6B660F51" w14:textId="77777777" w:rsidR="0098446A" w:rsidRDefault="0098446A" w:rsidP="0098446A">
            <w:pPr>
              <w:ind w:right="373"/>
              <w:jc w:val="right"/>
            </w:pPr>
            <w:r>
              <w:tab/>
              <w:t>Total</w:t>
            </w:r>
          </w:p>
        </w:tc>
        <w:tc>
          <w:tcPr>
            <w:tcW w:w="2195" w:type="dxa"/>
          </w:tcPr>
          <w:p w14:paraId="456684A5" w14:textId="77777777" w:rsidR="0098446A" w:rsidRDefault="0098446A" w:rsidP="00A1350E">
            <w:r>
              <w:t>............................ Euros</w:t>
            </w:r>
          </w:p>
        </w:tc>
      </w:tr>
    </w:tbl>
    <w:p w14:paraId="604A2DF8" w14:textId="77777777" w:rsidR="0098446A" w:rsidRPr="00023EDE" w:rsidRDefault="0098446A" w:rsidP="0098446A">
      <w:pPr>
        <w:pStyle w:val="Titre1"/>
      </w:pPr>
      <w:r w:rsidRPr="00023EDE">
        <w:t>Engagement du candidat</w:t>
      </w: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600"/>
      </w:tblGrid>
      <w:tr w:rsidR="0098446A" w14:paraId="7398951F" w14:textId="77777777" w:rsidTr="0098446A">
        <w:tc>
          <w:tcPr>
            <w:tcW w:w="4606" w:type="dxa"/>
          </w:tcPr>
          <w:p w14:paraId="18D276C9" w14:textId="77777777" w:rsidR="0098446A" w:rsidRDefault="0098446A" w:rsidP="00A1350E">
            <w:pPr>
              <w:keepNext/>
              <w:keepLines/>
              <w:jc w:val="center"/>
              <w:rPr>
                <w:i/>
              </w:rPr>
            </w:pPr>
          </w:p>
          <w:p w14:paraId="5D23C1E1" w14:textId="77777777" w:rsidR="0098446A" w:rsidRDefault="0098446A" w:rsidP="00A1350E">
            <w:pPr>
              <w:keepNext/>
              <w:keepLines/>
              <w:jc w:val="center"/>
            </w:pPr>
            <w:r>
              <w:rPr>
                <w:i/>
              </w:rPr>
              <w:t>Fait en un seul original</w:t>
            </w:r>
          </w:p>
        </w:tc>
        <w:tc>
          <w:tcPr>
            <w:tcW w:w="5600" w:type="dxa"/>
          </w:tcPr>
          <w:p w14:paraId="3FD1ABCE" w14:textId="77777777" w:rsidR="0098446A" w:rsidRDefault="0098446A" w:rsidP="00A1350E">
            <w:pPr>
              <w:keepNext/>
              <w:keepLines/>
              <w:jc w:val="center"/>
              <w:rPr>
                <w:b/>
              </w:rPr>
            </w:pPr>
          </w:p>
          <w:p w14:paraId="69B8DA38" w14:textId="77777777" w:rsidR="0098446A" w:rsidRPr="00E27AEA" w:rsidRDefault="0098446A" w:rsidP="00A1350E">
            <w:pPr>
              <w:jc w:val="center"/>
              <w:rPr>
                <w:b/>
                <w:bCs/>
              </w:rPr>
            </w:pPr>
            <w:r w:rsidRPr="00E27AEA">
              <w:rPr>
                <w:b/>
                <w:bCs/>
              </w:rPr>
              <w:t>Signature du candidat</w:t>
            </w:r>
          </w:p>
        </w:tc>
      </w:tr>
      <w:tr w:rsidR="0098446A" w14:paraId="0C4FF8E1" w14:textId="77777777" w:rsidTr="0098446A">
        <w:tc>
          <w:tcPr>
            <w:tcW w:w="4606" w:type="dxa"/>
          </w:tcPr>
          <w:p w14:paraId="3F9DACFD" w14:textId="77777777" w:rsidR="0098446A" w:rsidRDefault="0098446A" w:rsidP="00A1350E">
            <w:pPr>
              <w:keepNext/>
              <w:keepLines/>
              <w:jc w:val="center"/>
            </w:pPr>
            <w:r>
              <w:t>A ..........................................</w:t>
            </w:r>
          </w:p>
          <w:p w14:paraId="1F0240F3" w14:textId="77777777" w:rsidR="0098446A" w:rsidRDefault="0098446A" w:rsidP="00A1350E">
            <w:pPr>
              <w:keepNext/>
              <w:keepLines/>
              <w:jc w:val="center"/>
            </w:pPr>
          </w:p>
        </w:tc>
        <w:tc>
          <w:tcPr>
            <w:tcW w:w="5600" w:type="dxa"/>
          </w:tcPr>
          <w:p w14:paraId="3482785B" w14:textId="77777777" w:rsidR="0098446A" w:rsidRDefault="0098446A" w:rsidP="00A1350E">
            <w:pPr>
              <w:keepNext/>
              <w:keepLines/>
              <w:jc w:val="center"/>
              <w:rPr>
                <w:i/>
              </w:rPr>
            </w:pPr>
            <w:r>
              <w:rPr>
                <w:i/>
              </w:rPr>
              <w:t>Porter la mention manuscrite « lu et approuvé »</w:t>
            </w:r>
          </w:p>
        </w:tc>
      </w:tr>
      <w:tr w:rsidR="0098446A" w14:paraId="54262855" w14:textId="77777777" w:rsidTr="0098446A">
        <w:tc>
          <w:tcPr>
            <w:tcW w:w="4606" w:type="dxa"/>
          </w:tcPr>
          <w:p w14:paraId="730B7D97" w14:textId="77777777" w:rsidR="0098446A" w:rsidRDefault="0098446A" w:rsidP="00A1350E">
            <w:pPr>
              <w:keepNext/>
              <w:keepLines/>
              <w:jc w:val="center"/>
            </w:pPr>
            <w:r>
              <w:t>Le ..........................................</w:t>
            </w:r>
          </w:p>
        </w:tc>
        <w:tc>
          <w:tcPr>
            <w:tcW w:w="5600" w:type="dxa"/>
          </w:tcPr>
          <w:p w14:paraId="1ADE105B" w14:textId="77777777" w:rsidR="0098446A" w:rsidRDefault="0098446A" w:rsidP="00A1350E">
            <w:pPr>
              <w:keepNext/>
              <w:keepLines/>
              <w:jc w:val="center"/>
              <w:rPr>
                <w:i/>
              </w:rPr>
            </w:pPr>
          </w:p>
        </w:tc>
      </w:tr>
      <w:tr w:rsidR="0098446A" w14:paraId="560CE0D1" w14:textId="77777777" w:rsidTr="00984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62456" w14:textId="77777777" w:rsidR="0098446A" w:rsidRDefault="0098446A" w:rsidP="00A1350E">
            <w:pPr>
              <w:keepNext/>
              <w:keepLines/>
            </w:pPr>
          </w:p>
        </w:tc>
      </w:tr>
      <w:tr w:rsidR="0098446A" w14:paraId="39AF1467" w14:textId="77777777" w:rsidTr="00984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98924" w14:textId="77777777" w:rsidR="0098446A" w:rsidRDefault="0098446A" w:rsidP="00A1350E">
            <w:pPr>
              <w:keepNext/>
              <w:keepLines/>
            </w:pPr>
          </w:p>
        </w:tc>
      </w:tr>
      <w:tr w:rsidR="0098446A" w14:paraId="1DFB1F55" w14:textId="77777777" w:rsidTr="00984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E8398" w14:textId="77777777" w:rsidR="0098446A" w:rsidRDefault="0098446A" w:rsidP="00A1350E">
            <w:pPr>
              <w:keepNext/>
              <w:keepLines/>
            </w:pPr>
          </w:p>
        </w:tc>
      </w:tr>
    </w:tbl>
    <w:p w14:paraId="45EDD3CC" w14:textId="4516A7A3" w:rsidR="0098446A" w:rsidRPr="00023EDE" w:rsidRDefault="0098446A" w:rsidP="0098446A">
      <w:pPr>
        <w:pStyle w:val="Titre1"/>
      </w:pPr>
      <w:r w:rsidRPr="00023EDE">
        <w:t xml:space="preserve">Acceptation de l’offre par le </w:t>
      </w:r>
      <w:r w:rsidR="00EB1E1E">
        <w:t>maître</w:t>
      </w:r>
      <w:r w:rsidR="0042167A">
        <w:t xml:space="preserve"> d’ouvrage mandaté</w:t>
      </w:r>
    </w:p>
    <w:tbl>
      <w:tblPr>
        <w:tblW w:w="1014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5"/>
        <w:gridCol w:w="4964"/>
        <w:gridCol w:w="8"/>
      </w:tblGrid>
      <w:tr w:rsidR="0098446A" w14:paraId="752830C1" w14:textId="77777777" w:rsidTr="00236D92">
        <w:tc>
          <w:tcPr>
            <w:tcW w:w="10147" w:type="dxa"/>
            <w:gridSpan w:val="3"/>
          </w:tcPr>
          <w:p w14:paraId="4FE323BB" w14:textId="77777777" w:rsidR="0098446A" w:rsidRPr="00266853" w:rsidRDefault="0098446A" w:rsidP="00A1350E">
            <w:r w:rsidRPr="00266853">
              <w:t>Est acceptée la présente offre comprenant</w:t>
            </w:r>
            <w:r>
              <w:t> :</w:t>
            </w:r>
          </w:p>
          <w:p w14:paraId="57DEA8FB" w14:textId="60876DD5" w:rsidR="0098446A" w:rsidRPr="00EC3A78" w:rsidRDefault="0098446A" w:rsidP="00A1350E">
            <w:r w:rsidRPr="00EC3A78">
              <w:fldChar w:fldCharType="begin">
                <w:ffData>
                  <w:name w:val="Text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3A78">
              <w:instrText xml:space="preserve"> FORMCHECKBOX </w:instrText>
            </w:r>
            <w:r w:rsidRPr="00EC3A78">
              <w:fldChar w:fldCharType="separate"/>
            </w:r>
            <w:r w:rsidRPr="00EC3A78">
              <w:fldChar w:fldCharType="end"/>
            </w:r>
            <w:r w:rsidRPr="00EC3A78">
              <w:tab/>
              <w:t>L</w:t>
            </w:r>
            <w:r w:rsidR="00A43E0F">
              <w:t>’offre</w:t>
            </w:r>
            <w:r w:rsidRPr="00EC3A78">
              <w:t xml:space="preserve"> </w:t>
            </w:r>
            <w:r w:rsidR="009634D2">
              <w:t>de base</w:t>
            </w:r>
            <w:r w:rsidR="006A7A60">
              <w:t xml:space="preserve"> d’un montant de ……………………………………..€ HT</w:t>
            </w:r>
          </w:p>
          <w:p w14:paraId="30FFBC93" w14:textId="77777777" w:rsidR="006A7A60" w:rsidRDefault="006A7A60" w:rsidP="00A1350E"/>
          <w:p w14:paraId="2B23BEB6" w14:textId="3308B2CC" w:rsidR="006A7A60" w:rsidRPr="006A7A60" w:rsidRDefault="006A7A60" w:rsidP="00A1350E">
            <w:pPr>
              <w:rPr>
                <w:b/>
                <w:bCs/>
              </w:rPr>
            </w:pPr>
            <w:r w:rsidRPr="006A7A60">
              <w:rPr>
                <w:b/>
                <w:bCs/>
              </w:rPr>
              <w:t>Soit un montant total de ………………………………………….€ HT</w:t>
            </w:r>
          </w:p>
          <w:p w14:paraId="6EA9FCB8" w14:textId="77777777" w:rsidR="006A7A60" w:rsidRDefault="006A7A60" w:rsidP="00A1350E"/>
          <w:p w14:paraId="65B37A95" w14:textId="77777777" w:rsidR="006A7A60" w:rsidRDefault="006A7A60" w:rsidP="00A1350E"/>
          <w:p w14:paraId="0F2E0FFE" w14:textId="1B21888C" w:rsidR="006A7A60" w:rsidRDefault="006A7A60" w:rsidP="00A1350E">
            <w:pPr>
              <w:rPr>
                <w:b/>
              </w:rPr>
            </w:pPr>
          </w:p>
        </w:tc>
      </w:tr>
      <w:tr w:rsidR="0098446A" w14:paraId="7679C7B5" w14:textId="77777777" w:rsidTr="00236D92">
        <w:trPr>
          <w:gridAfter w:val="1"/>
          <w:wAfter w:w="8" w:type="dxa"/>
        </w:trPr>
        <w:tc>
          <w:tcPr>
            <w:tcW w:w="5175" w:type="dxa"/>
          </w:tcPr>
          <w:p w14:paraId="21E33FC5" w14:textId="77777777" w:rsidR="0098446A" w:rsidRDefault="0098446A" w:rsidP="00A1350E">
            <w:pPr>
              <w:rPr>
                <w:i/>
              </w:rPr>
            </w:pPr>
          </w:p>
        </w:tc>
        <w:tc>
          <w:tcPr>
            <w:tcW w:w="4964" w:type="dxa"/>
          </w:tcPr>
          <w:p w14:paraId="26123286" w14:textId="3E18CD7A" w:rsidR="0098446A" w:rsidRDefault="0098446A" w:rsidP="00A1350E">
            <w:pPr>
              <w:rPr>
                <w:b/>
              </w:rPr>
            </w:pPr>
            <w:r>
              <w:rPr>
                <w:b/>
              </w:rPr>
              <w:t xml:space="preserve">Le </w:t>
            </w:r>
            <w:r w:rsidR="00236D92">
              <w:rPr>
                <w:b/>
              </w:rPr>
              <w:t>Maître d’ouvrage</w:t>
            </w:r>
            <w:r w:rsidR="0042167A">
              <w:rPr>
                <w:b/>
              </w:rPr>
              <w:t xml:space="preserve"> mandaté, </w:t>
            </w:r>
          </w:p>
          <w:p w14:paraId="18C47F9F" w14:textId="3A4749D7" w:rsidR="0042167A" w:rsidRPr="002F3D97" w:rsidRDefault="0042167A" w:rsidP="00A1350E">
            <w:pPr>
              <w:rPr>
                <w:b/>
              </w:rPr>
            </w:pPr>
            <w:r>
              <w:rPr>
                <w:b/>
              </w:rPr>
              <w:t xml:space="preserve">Crescendo conseil, agissant au nom et pour le compte de </w:t>
            </w:r>
            <w:r w:rsidR="00A65556">
              <w:rPr>
                <w:b/>
              </w:rPr>
              <w:t>du SID Nord-Ouest</w:t>
            </w:r>
          </w:p>
          <w:p w14:paraId="2328FCDF" w14:textId="77777777" w:rsidR="0098446A" w:rsidRDefault="0098446A" w:rsidP="00A1350E">
            <w:pPr>
              <w:rPr>
                <w:b/>
              </w:rPr>
            </w:pPr>
            <w:r>
              <w:rPr>
                <w:b/>
              </w:rPr>
              <w:t> </w:t>
            </w:r>
          </w:p>
        </w:tc>
      </w:tr>
      <w:tr w:rsidR="0098446A" w14:paraId="1B08671F" w14:textId="77777777" w:rsidTr="00236D92">
        <w:trPr>
          <w:gridAfter w:val="1"/>
          <w:wAfter w:w="8" w:type="dxa"/>
        </w:trPr>
        <w:tc>
          <w:tcPr>
            <w:tcW w:w="5175" w:type="dxa"/>
          </w:tcPr>
          <w:p w14:paraId="03C5C12B" w14:textId="77777777" w:rsidR="00A65556" w:rsidRDefault="00A65556" w:rsidP="00A1350E"/>
          <w:p w14:paraId="38EF5CA5" w14:textId="5BE88F13" w:rsidR="0098446A" w:rsidRDefault="0098446A" w:rsidP="00A1350E">
            <w:r>
              <w:t>A ..........................................</w:t>
            </w:r>
          </w:p>
        </w:tc>
        <w:tc>
          <w:tcPr>
            <w:tcW w:w="4964" w:type="dxa"/>
          </w:tcPr>
          <w:p w14:paraId="51C20360" w14:textId="77777777" w:rsidR="0098446A" w:rsidRDefault="0098446A" w:rsidP="00A1350E"/>
        </w:tc>
      </w:tr>
      <w:tr w:rsidR="0098446A" w14:paraId="48C7FAB1" w14:textId="77777777" w:rsidTr="00236D92">
        <w:trPr>
          <w:gridAfter w:val="1"/>
          <w:wAfter w:w="8" w:type="dxa"/>
        </w:trPr>
        <w:tc>
          <w:tcPr>
            <w:tcW w:w="5175" w:type="dxa"/>
          </w:tcPr>
          <w:p w14:paraId="2C68E3A9" w14:textId="77777777" w:rsidR="0098446A" w:rsidRDefault="0098446A" w:rsidP="00A1350E">
            <w:r>
              <w:t>Le ..........................................</w:t>
            </w:r>
          </w:p>
        </w:tc>
        <w:tc>
          <w:tcPr>
            <w:tcW w:w="4964" w:type="dxa"/>
          </w:tcPr>
          <w:p w14:paraId="4EF2843D" w14:textId="77777777" w:rsidR="0098446A" w:rsidRDefault="0098446A" w:rsidP="00A1350E"/>
        </w:tc>
      </w:tr>
      <w:tr w:rsidR="0098446A" w14:paraId="1E638A31" w14:textId="77777777" w:rsidTr="00236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92CAC" w14:textId="77777777" w:rsidR="0098446A" w:rsidRDefault="0098446A" w:rsidP="00A1350E"/>
        </w:tc>
      </w:tr>
      <w:tr w:rsidR="0098446A" w14:paraId="3ED07780" w14:textId="77777777" w:rsidTr="00236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94D1E" w14:textId="77777777" w:rsidR="0098446A" w:rsidRDefault="0098446A" w:rsidP="00A1350E"/>
        </w:tc>
      </w:tr>
    </w:tbl>
    <w:p w14:paraId="5E85503A" w14:textId="77777777" w:rsidR="00EB4BBE" w:rsidRDefault="00EB4BBE" w:rsidP="0098446A">
      <w:pPr>
        <w:pStyle w:val="Titre2"/>
        <w:numPr>
          <w:ilvl w:val="0"/>
          <w:numId w:val="0"/>
        </w:numPr>
      </w:pPr>
    </w:p>
    <w:sectPr w:rsidR="00EB4BBE" w:rsidSect="008E479D">
      <w:headerReference w:type="default" r:id="rId9"/>
      <w:footerReference w:type="defaul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676AA" w14:textId="77777777" w:rsidR="00780C08" w:rsidRDefault="00780C08" w:rsidP="00EC4BAA">
      <w:pPr>
        <w:spacing w:before="0" w:line="240" w:lineRule="auto"/>
      </w:pPr>
      <w:r>
        <w:separator/>
      </w:r>
    </w:p>
    <w:p w14:paraId="4C031E1D" w14:textId="77777777" w:rsidR="00780C08" w:rsidRDefault="00780C08"/>
  </w:endnote>
  <w:endnote w:type="continuationSeparator" w:id="0">
    <w:p w14:paraId="5E97E76E" w14:textId="77777777" w:rsidR="00780C08" w:rsidRDefault="00780C08" w:rsidP="00EC4BAA">
      <w:pPr>
        <w:spacing w:before="0" w:line="240" w:lineRule="auto"/>
      </w:pPr>
      <w:r>
        <w:continuationSeparator/>
      </w:r>
    </w:p>
    <w:p w14:paraId="049646E0" w14:textId="77777777" w:rsidR="00780C08" w:rsidRDefault="00780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LT Std 55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8CD8A" w14:textId="77777777" w:rsidR="00EC4BAA" w:rsidRPr="008E479D" w:rsidRDefault="00EC4BAA" w:rsidP="00C02CC5">
    <w:pPr>
      <w:pStyle w:val="Pieddepage"/>
      <w:framePr w:w="11643" w:wrap="none" w:vAnchor="text" w:hAnchor="page" w:x="170" w:y="416"/>
      <w:ind w:left="-5632" w:right="-5507"/>
      <w:jc w:val="center"/>
      <w:rPr>
        <w:rStyle w:val="Numrodepage"/>
        <w:b/>
        <w:color w:val="FFFFFF" w:themeColor="background1"/>
        <w:sz w:val="16"/>
      </w:rPr>
    </w:pP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begin"/>
    </w:r>
    <w:r w:rsidRPr="008E479D">
      <w:rPr>
        <w:rStyle w:val="Numrodepage"/>
        <w:rFonts w:cs="Times New Roman"/>
        <w:b/>
        <w:color w:val="FFFFFF" w:themeColor="background1"/>
        <w:sz w:val="16"/>
      </w:rPr>
      <w:instrText xml:space="preserve"> PAGE </w:instrTex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separate"/>
    </w:r>
    <w:r w:rsidRPr="008E479D">
      <w:rPr>
        <w:rStyle w:val="Numrodepage"/>
        <w:rFonts w:cs="Times New Roman"/>
        <w:b/>
        <w:color w:val="FFFFFF" w:themeColor="background1"/>
        <w:sz w:val="16"/>
      </w:rPr>
      <w:t>2</w: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end"/>
    </w:r>
    <w:r w:rsidRPr="008E479D">
      <w:rPr>
        <w:rStyle w:val="Numrodepage"/>
        <w:rFonts w:cs="Times New Roman"/>
        <w:b/>
        <w:color w:val="FFFFFF" w:themeColor="background1"/>
        <w:sz w:val="16"/>
      </w:rPr>
      <w:t>/</w: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begin"/>
    </w:r>
    <w:r w:rsidRPr="008E479D">
      <w:rPr>
        <w:rStyle w:val="Numrodepage"/>
        <w:rFonts w:cs="Times New Roman"/>
        <w:b/>
        <w:color w:val="FFFFFF" w:themeColor="background1"/>
        <w:sz w:val="16"/>
      </w:rPr>
      <w:instrText xml:space="preserve"> NUMPAGES </w:instrTex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separate"/>
    </w:r>
    <w:r w:rsidRPr="008E479D">
      <w:rPr>
        <w:rStyle w:val="Numrodepage"/>
        <w:rFonts w:cs="Times New Roman"/>
        <w:b/>
        <w:color w:val="FFFFFF" w:themeColor="background1"/>
        <w:sz w:val="16"/>
      </w:rPr>
      <w:t>3</w: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end"/>
    </w:r>
  </w:p>
  <w:p w14:paraId="12520D57" w14:textId="77777777" w:rsidR="00B37495" w:rsidRDefault="00EC4BAA" w:rsidP="00436184">
    <w:pPr>
      <w:pStyle w:val="Pieddepage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4B48ABC" wp14:editId="4D3B5458">
              <wp:simplePos x="0" y="0"/>
              <wp:positionH relativeFrom="page">
                <wp:posOffset>3513455</wp:posOffset>
              </wp:positionH>
              <wp:positionV relativeFrom="paragraph">
                <wp:posOffset>194945</wp:posOffset>
              </wp:positionV>
              <wp:extent cx="529200" cy="457200"/>
              <wp:effectExtent l="0" t="0" r="4445" b="0"/>
              <wp:wrapNone/>
              <wp:docPr id="1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9200" cy="457200"/>
                      </a:xfrm>
                      <a:prstGeom prst="rect">
                        <a:avLst/>
                      </a:prstGeom>
                      <a:solidFill>
                        <a:srgbClr val="FF85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8F3265" id="Rectangle 25" o:spid="_x0000_s1026" style="position:absolute;margin-left:276.65pt;margin-top:15.35pt;width:41.6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" fillcolor="#ff8500" stroked="f" strokeweight="1pt"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781F8C28" wp14:editId="6D50D2B7">
          <wp:simplePos x="0" y="0"/>
          <wp:positionH relativeFrom="margin">
            <wp:align>right</wp:align>
          </wp:positionH>
          <wp:positionV relativeFrom="paragraph">
            <wp:posOffset>136525</wp:posOffset>
          </wp:positionV>
          <wp:extent cx="766800" cy="266400"/>
          <wp:effectExtent l="0" t="0" r="0" b="635"/>
          <wp:wrapTight wrapText="bothSides">
            <wp:wrapPolygon edited="0">
              <wp:start x="1611" y="0"/>
              <wp:lineTo x="0" y="6186"/>
              <wp:lineTo x="0" y="13919"/>
              <wp:lineTo x="1611" y="20105"/>
              <wp:lineTo x="4832" y="20105"/>
              <wp:lineTo x="20938" y="18558"/>
              <wp:lineTo x="20938" y="4640"/>
              <wp:lineTo x="4832" y="0"/>
              <wp:lineTo x="1611" y="0"/>
            </wp:wrapPolygon>
          </wp:wrapTight>
          <wp:docPr id="160" name="Image 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800" cy="26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50B09DCE" wp14:editId="22A2D442">
          <wp:simplePos x="0" y="0"/>
          <wp:positionH relativeFrom="column">
            <wp:posOffset>6249035</wp:posOffset>
          </wp:positionH>
          <wp:positionV relativeFrom="paragraph">
            <wp:posOffset>10249535</wp:posOffset>
          </wp:positionV>
          <wp:extent cx="768350" cy="267970"/>
          <wp:effectExtent l="0" t="0" r="0" b="0"/>
          <wp:wrapNone/>
          <wp:docPr id="161" name="Image 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BB5BB72" wp14:editId="65E4EB97">
          <wp:simplePos x="0" y="0"/>
          <wp:positionH relativeFrom="column">
            <wp:posOffset>6249035</wp:posOffset>
          </wp:positionH>
          <wp:positionV relativeFrom="paragraph">
            <wp:posOffset>10249535</wp:posOffset>
          </wp:positionV>
          <wp:extent cx="768350" cy="267970"/>
          <wp:effectExtent l="0" t="0" r="0" b="0"/>
          <wp:wrapNone/>
          <wp:docPr id="162" name="Image 1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4E320" w14:textId="77777777" w:rsidR="00780C08" w:rsidRDefault="00780C08" w:rsidP="00EC4BAA">
      <w:pPr>
        <w:spacing w:before="0" w:line="240" w:lineRule="auto"/>
      </w:pPr>
      <w:r>
        <w:separator/>
      </w:r>
    </w:p>
    <w:p w14:paraId="5D0A0C0E" w14:textId="77777777" w:rsidR="00780C08" w:rsidRDefault="00780C08"/>
  </w:footnote>
  <w:footnote w:type="continuationSeparator" w:id="0">
    <w:p w14:paraId="13552B41" w14:textId="77777777" w:rsidR="00780C08" w:rsidRDefault="00780C08" w:rsidP="00EC4BAA">
      <w:pPr>
        <w:spacing w:before="0" w:line="240" w:lineRule="auto"/>
      </w:pPr>
      <w:r>
        <w:continuationSeparator/>
      </w:r>
    </w:p>
    <w:p w14:paraId="45692585" w14:textId="77777777" w:rsidR="00780C08" w:rsidRDefault="00780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AF55F" w14:textId="77777777" w:rsidR="008E479D" w:rsidRDefault="008E479D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BF47A12" wp14:editId="4CFBD8AF">
          <wp:simplePos x="0" y="0"/>
          <wp:positionH relativeFrom="page">
            <wp:align>left</wp:align>
          </wp:positionH>
          <wp:positionV relativeFrom="page">
            <wp:posOffset>21316</wp:posOffset>
          </wp:positionV>
          <wp:extent cx="7763378" cy="1825200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3378" cy="182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541C26" w14:textId="77777777" w:rsidR="00B37495" w:rsidRDefault="00B374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4pt;height:11.4pt" o:bullet="t">
        <v:imagedata r:id="rId1" o:title="mso0002DB8B"/>
      </v:shape>
    </w:pict>
  </w:numPicBullet>
  <w:abstractNum w:abstractNumId="0" w15:restartNumberingAfterBreak="0">
    <w:nsid w:val="06064B35"/>
    <w:multiLevelType w:val="hybridMultilevel"/>
    <w:tmpl w:val="028046C2"/>
    <w:lvl w:ilvl="0" w:tplc="FF24D6CE">
      <w:start w:val="1"/>
      <w:numFmt w:val="bullet"/>
      <w:lvlText w:val=""/>
      <w:lvlJc w:val="left"/>
      <w:pPr>
        <w:ind w:left="1779" w:hanging="360"/>
      </w:pPr>
      <w:rPr>
        <w:rFonts w:ascii="Wingdings" w:hAnsi="Wingdings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065476AC"/>
    <w:multiLevelType w:val="multilevel"/>
    <w:tmpl w:val="EF787D4A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86673A8"/>
    <w:multiLevelType w:val="hybridMultilevel"/>
    <w:tmpl w:val="C4D0DB7E"/>
    <w:lvl w:ilvl="0" w:tplc="040C0005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pStyle w:val="Titre6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3" w15:restartNumberingAfterBreak="0">
    <w:nsid w:val="0B3F18C9"/>
    <w:multiLevelType w:val="hybridMultilevel"/>
    <w:tmpl w:val="A4DADF0A"/>
    <w:lvl w:ilvl="0" w:tplc="00F4DB30">
      <w:start w:val="1"/>
      <w:numFmt w:val="bullet"/>
      <w:pStyle w:val="Puce120"/>
      <w:lvlText w:val=""/>
      <w:lvlJc w:val="left"/>
      <w:pPr>
        <w:ind w:left="17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4" w15:restartNumberingAfterBreak="0">
    <w:nsid w:val="0B7413BB"/>
    <w:multiLevelType w:val="hybridMultilevel"/>
    <w:tmpl w:val="4308E5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15B9A"/>
    <w:multiLevelType w:val="multilevel"/>
    <w:tmpl w:val="C9C42010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6" w15:restartNumberingAfterBreak="0">
    <w:nsid w:val="0DBB750F"/>
    <w:multiLevelType w:val="hybridMultilevel"/>
    <w:tmpl w:val="07E679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E284F"/>
    <w:multiLevelType w:val="hybridMultilevel"/>
    <w:tmpl w:val="18AE10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A3240"/>
    <w:multiLevelType w:val="hybridMultilevel"/>
    <w:tmpl w:val="F3C211BE"/>
    <w:lvl w:ilvl="0" w:tplc="3676D5C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595959"/>
        <w:sz w:val="24"/>
        <w:szCs w:val="24"/>
      </w:rPr>
    </w:lvl>
    <w:lvl w:ilvl="1" w:tplc="040C000D">
      <w:start w:val="1"/>
      <w:numFmt w:val="bullet"/>
      <w:lvlText w:val=""/>
      <w:lvlJc w:val="left"/>
      <w:pPr>
        <w:ind w:left="1941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661" w:hanging="180"/>
      </w:pPr>
    </w:lvl>
    <w:lvl w:ilvl="3" w:tplc="040C000F" w:tentative="1">
      <w:start w:val="1"/>
      <w:numFmt w:val="decimal"/>
      <w:lvlText w:val="%4."/>
      <w:lvlJc w:val="left"/>
      <w:pPr>
        <w:ind w:left="3381" w:hanging="360"/>
      </w:pPr>
    </w:lvl>
    <w:lvl w:ilvl="4" w:tplc="040C0019" w:tentative="1">
      <w:start w:val="1"/>
      <w:numFmt w:val="lowerLetter"/>
      <w:lvlText w:val="%5."/>
      <w:lvlJc w:val="left"/>
      <w:pPr>
        <w:ind w:left="4101" w:hanging="360"/>
      </w:pPr>
    </w:lvl>
    <w:lvl w:ilvl="5" w:tplc="040C001B" w:tentative="1">
      <w:start w:val="1"/>
      <w:numFmt w:val="lowerRoman"/>
      <w:lvlText w:val="%6."/>
      <w:lvlJc w:val="right"/>
      <w:pPr>
        <w:ind w:left="4821" w:hanging="180"/>
      </w:pPr>
    </w:lvl>
    <w:lvl w:ilvl="6" w:tplc="040C000F" w:tentative="1">
      <w:start w:val="1"/>
      <w:numFmt w:val="decimal"/>
      <w:lvlText w:val="%7."/>
      <w:lvlJc w:val="left"/>
      <w:pPr>
        <w:ind w:left="5541" w:hanging="360"/>
      </w:pPr>
    </w:lvl>
    <w:lvl w:ilvl="7" w:tplc="040C0019" w:tentative="1">
      <w:start w:val="1"/>
      <w:numFmt w:val="lowerLetter"/>
      <w:lvlText w:val="%8."/>
      <w:lvlJc w:val="left"/>
      <w:pPr>
        <w:ind w:left="6261" w:hanging="360"/>
      </w:pPr>
    </w:lvl>
    <w:lvl w:ilvl="8" w:tplc="040C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9" w15:restartNumberingAfterBreak="0">
    <w:nsid w:val="158F4FA4"/>
    <w:multiLevelType w:val="hybridMultilevel"/>
    <w:tmpl w:val="836E891C"/>
    <w:lvl w:ilvl="0" w:tplc="577229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0514B"/>
    <w:multiLevelType w:val="multilevel"/>
    <w:tmpl w:val="6C7413C4"/>
    <w:lvl w:ilvl="0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11" w15:restartNumberingAfterBreak="0">
    <w:nsid w:val="1BE97486"/>
    <w:multiLevelType w:val="hybridMultilevel"/>
    <w:tmpl w:val="19E00D70"/>
    <w:lvl w:ilvl="0" w:tplc="A5EE435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944" w:hanging="180"/>
      </w:pPr>
    </w:lvl>
    <w:lvl w:ilvl="3" w:tplc="040C000F" w:tentative="1">
      <w:start w:val="1"/>
      <w:numFmt w:val="decimal"/>
      <w:lvlText w:val="%4."/>
      <w:lvlJc w:val="left"/>
      <w:pPr>
        <w:ind w:left="3664" w:hanging="360"/>
      </w:pPr>
    </w:lvl>
    <w:lvl w:ilvl="4" w:tplc="040C0019" w:tentative="1">
      <w:start w:val="1"/>
      <w:numFmt w:val="lowerLetter"/>
      <w:lvlText w:val="%5."/>
      <w:lvlJc w:val="left"/>
      <w:pPr>
        <w:ind w:left="4384" w:hanging="360"/>
      </w:pPr>
    </w:lvl>
    <w:lvl w:ilvl="5" w:tplc="040C001B" w:tentative="1">
      <w:start w:val="1"/>
      <w:numFmt w:val="lowerRoman"/>
      <w:lvlText w:val="%6."/>
      <w:lvlJc w:val="right"/>
      <w:pPr>
        <w:ind w:left="5104" w:hanging="180"/>
      </w:pPr>
    </w:lvl>
    <w:lvl w:ilvl="6" w:tplc="040C000F" w:tentative="1">
      <w:start w:val="1"/>
      <w:numFmt w:val="decimal"/>
      <w:lvlText w:val="%7."/>
      <w:lvlJc w:val="left"/>
      <w:pPr>
        <w:ind w:left="5824" w:hanging="360"/>
      </w:pPr>
    </w:lvl>
    <w:lvl w:ilvl="7" w:tplc="040C0019" w:tentative="1">
      <w:start w:val="1"/>
      <w:numFmt w:val="lowerLetter"/>
      <w:lvlText w:val="%8."/>
      <w:lvlJc w:val="left"/>
      <w:pPr>
        <w:ind w:left="6544" w:hanging="360"/>
      </w:pPr>
    </w:lvl>
    <w:lvl w:ilvl="8" w:tplc="040C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2" w15:restartNumberingAfterBreak="0">
    <w:nsid w:val="1C8979C7"/>
    <w:multiLevelType w:val="hybridMultilevel"/>
    <w:tmpl w:val="B1AA4AD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DE643EC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A86496"/>
    <w:multiLevelType w:val="hybridMultilevel"/>
    <w:tmpl w:val="AEB03F5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76E38EC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A55442"/>
    <w:multiLevelType w:val="multilevel"/>
    <w:tmpl w:val="53EAB08A"/>
    <w:lvl w:ilvl="0">
      <w:start w:val="1"/>
      <w:numFmt w:val="decimal"/>
      <w:pStyle w:val="Paragraphedelist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2E25DBF"/>
    <w:multiLevelType w:val="hybridMultilevel"/>
    <w:tmpl w:val="2A1A7A62"/>
    <w:lvl w:ilvl="0" w:tplc="040C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2CDA629D"/>
    <w:multiLevelType w:val="hybridMultilevel"/>
    <w:tmpl w:val="5426B832"/>
    <w:lvl w:ilvl="0" w:tplc="A1245EA0">
      <w:start w:val="1"/>
      <w:numFmt w:val="decimal"/>
      <w:lvlText w:val="%1.1"/>
      <w:lvlJc w:val="left"/>
      <w:pPr>
        <w:ind w:left="360" w:hanging="360"/>
      </w:pPr>
      <w:rPr>
        <w:rFonts w:ascii="Tahoma" w:hAnsi="Tahoma" w:hint="default"/>
        <w:b/>
        <w:i w:val="0"/>
        <w:color w:val="00206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F5B22"/>
    <w:multiLevelType w:val="multilevel"/>
    <w:tmpl w:val="9DCE91E6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lvlText w:val="%1.%2"/>
      <w:lvlJc w:val="left"/>
      <w:pPr>
        <w:ind w:left="567" w:hanging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1145" w:hanging="720"/>
      </w:pPr>
      <w:rPr>
        <w:rFonts w:hint="default"/>
        <w:lang w:val="fr-FR"/>
      </w:rPr>
    </w:lvl>
    <w:lvl w:ilvl="3">
      <w:start w:val="1"/>
      <w:numFmt w:val="decimal"/>
      <w:lvlText w:val="%1.%2.%3.%4"/>
      <w:lvlJc w:val="left"/>
      <w:pPr>
        <w:ind w:left="-154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25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1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27" w:hanging="1584"/>
      </w:pPr>
      <w:rPr>
        <w:rFonts w:hint="default"/>
      </w:rPr>
    </w:lvl>
  </w:abstractNum>
  <w:abstractNum w:abstractNumId="18" w15:restartNumberingAfterBreak="0">
    <w:nsid w:val="34A54F9D"/>
    <w:multiLevelType w:val="multilevel"/>
    <w:tmpl w:val="0240BA08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19" w15:restartNumberingAfterBreak="0">
    <w:nsid w:val="36E768DF"/>
    <w:multiLevelType w:val="hybridMultilevel"/>
    <w:tmpl w:val="AAF654C6"/>
    <w:lvl w:ilvl="0" w:tplc="858253BA">
      <w:start w:val="1"/>
      <w:numFmt w:val="decimal"/>
      <w:lvlText w:val="%1."/>
      <w:lvlJc w:val="left"/>
      <w:pPr>
        <w:ind w:left="435" w:hanging="435"/>
      </w:pPr>
      <w:rPr>
        <w:rFonts w:ascii="Tahoma" w:eastAsia="Calibri" w:hAnsi="Tahoma" w:cs="Tahoma" w:hint="default"/>
        <w:color w:val="0000FF"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BE615E"/>
    <w:multiLevelType w:val="hybridMultilevel"/>
    <w:tmpl w:val="5F78FCF2"/>
    <w:lvl w:ilvl="0" w:tplc="1D5EE42E">
      <w:start w:val="1"/>
      <w:numFmt w:val="bullet"/>
      <w:pStyle w:val="puceniveau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CE1D3D"/>
    <w:multiLevelType w:val="hybridMultilevel"/>
    <w:tmpl w:val="ACE096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C2B4A"/>
    <w:multiLevelType w:val="hybridMultilevel"/>
    <w:tmpl w:val="C65A21C4"/>
    <w:lvl w:ilvl="0" w:tplc="2010889E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D8357C2"/>
    <w:multiLevelType w:val="multilevel"/>
    <w:tmpl w:val="3C8AC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40404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FAE1505"/>
    <w:multiLevelType w:val="multilevel"/>
    <w:tmpl w:val="018A8534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1941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661" w:hanging="180"/>
      </w:pPr>
    </w:lvl>
    <w:lvl w:ilvl="3">
      <w:start w:val="1"/>
      <w:numFmt w:val="decimal"/>
      <w:lvlText w:val="%4."/>
      <w:lvlJc w:val="left"/>
      <w:pPr>
        <w:ind w:left="3381" w:hanging="360"/>
      </w:pPr>
    </w:lvl>
    <w:lvl w:ilvl="4">
      <w:start w:val="1"/>
      <w:numFmt w:val="lowerLetter"/>
      <w:lvlText w:val="%5."/>
      <w:lvlJc w:val="left"/>
      <w:pPr>
        <w:ind w:left="4101" w:hanging="360"/>
      </w:pPr>
    </w:lvl>
    <w:lvl w:ilvl="5">
      <w:start w:val="1"/>
      <w:numFmt w:val="lowerRoman"/>
      <w:lvlText w:val="%6."/>
      <w:lvlJc w:val="right"/>
      <w:pPr>
        <w:ind w:left="4821" w:hanging="180"/>
      </w:pPr>
    </w:lvl>
    <w:lvl w:ilvl="6">
      <w:start w:val="1"/>
      <w:numFmt w:val="decimal"/>
      <w:lvlText w:val="%7."/>
      <w:lvlJc w:val="left"/>
      <w:pPr>
        <w:ind w:left="5541" w:hanging="360"/>
      </w:pPr>
    </w:lvl>
    <w:lvl w:ilvl="7">
      <w:start w:val="1"/>
      <w:numFmt w:val="lowerLetter"/>
      <w:lvlText w:val="%8."/>
      <w:lvlJc w:val="left"/>
      <w:pPr>
        <w:ind w:left="6261" w:hanging="360"/>
      </w:pPr>
    </w:lvl>
    <w:lvl w:ilvl="8">
      <w:start w:val="1"/>
      <w:numFmt w:val="lowerRoman"/>
      <w:lvlText w:val="%9."/>
      <w:lvlJc w:val="right"/>
      <w:pPr>
        <w:ind w:left="6981" w:hanging="180"/>
      </w:pPr>
    </w:lvl>
  </w:abstractNum>
  <w:abstractNum w:abstractNumId="25" w15:restartNumberingAfterBreak="0">
    <w:nsid w:val="4FD61830"/>
    <w:multiLevelType w:val="hybridMultilevel"/>
    <w:tmpl w:val="63E26A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0D5B45"/>
    <w:multiLevelType w:val="hybridMultilevel"/>
    <w:tmpl w:val="5674FC84"/>
    <w:lvl w:ilvl="0" w:tplc="AA5ABEEA">
      <w:start w:val="1"/>
      <w:numFmt w:val="bullet"/>
      <w:pStyle w:val="NormalP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B225A"/>
    <w:multiLevelType w:val="hybridMultilevel"/>
    <w:tmpl w:val="B68E1A7E"/>
    <w:lvl w:ilvl="0" w:tplc="409E6868">
      <w:start w:val="1"/>
      <w:numFmt w:val="bullet"/>
      <w:pStyle w:val="Paragraphedelisteniveau2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3A81413"/>
    <w:multiLevelType w:val="hybridMultilevel"/>
    <w:tmpl w:val="81840E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05A6C"/>
    <w:multiLevelType w:val="hybridMultilevel"/>
    <w:tmpl w:val="D2D4B156"/>
    <w:lvl w:ilvl="0" w:tplc="8D4863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954C45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54FBF"/>
    <w:multiLevelType w:val="hybridMultilevel"/>
    <w:tmpl w:val="44FAAD6E"/>
    <w:lvl w:ilvl="0" w:tplc="040C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B093F9D"/>
    <w:multiLevelType w:val="hybridMultilevel"/>
    <w:tmpl w:val="4D8C45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1688A"/>
    <w:multiLevelType w:val="hybridMultilevel"/>
    <w:tmpl w:val="61768004"/>
    <w:lvl w:ilvl="0" w:tplc="7CC63F2E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2593BBB"/>
    <w:multiLevelType w:val="multilevel"/>
    <w:tmpl w:val="69B0F9F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4D63D58"/>
    <w:multiLevelType w:val="hybridMultilevel"/>
    <w:tmpl w:val="3BFEF45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pStyle w:val="Titre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9B4CAB"/>
    <w:multiLevelType w:val="hybridMultilevel"/>
    <w:tmpl w:val="D75A2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A6EF6"/>
    <w:multiLevelType w:val="hybridMultilevel"/>
    <w:tmpl w:val="60CCD18C"/>
    <w:lvl w:ilvl="0" w:tplc="94C24238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595959"/>
        <w:sz w:val="24"/>
        <w:szCs w:val="24"/>
      </w:rPr>
    </w:lvl>
    <w:lvl w:ilvl="1" w:tplc="003A112E">
      <w:numFmt w:val="bullet"/>
      <w:lvlText w:val="•"/>
      <w:lvlJc w:val="left"/>
      <w:pPr>
        <w:ind w:left="1222" w:hanging="360"/>
      </w:pPr>
      <w:rPr>
        <w:rFonts w:ascii="Tahoma" w:eastAsia="Calibr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7D271906"/>
    <w:multiLevelType w:val="hybridMultilevel"/>
    <w:tmpl w:val="E84E77D4"/>
    <w:lvl w:ilvl="0" w:tplc="BAA84DAA">
      <w:start w:val="1"/>
      <w:numFmt w:val="bullet"/>
      <w:pStyle w:val="NormalP2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44E1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1A2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47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78F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267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426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CE0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7C7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5711189">
    <w:abstractNumId w:val="20"/>
  </w:num>
  <w:num w:numId="2" w16cid:durableId="1793204231">
    <w:abstractNumId w:val="17"/>
  </w:num>
  <w:num w:numId="3" w16cid:durableId="1416442720">
    <w:abstractNumId w:val="27"/>
  </w:num>
  <w:num w:numId="4" w16cid:durableId="409037831">
    <w:abstractNumId w:val="8"/>
  </w:num>
  <w:num w:numId="5" w16cid:durableId="660962466">
    <w:abstractNumId w:val="11"/>
  </w:num>
  <w:num w:numId="6" w16cid:durableId="1860044781">
    <w:abstractNumId w:val="2"/>
  </w:num>
  <w:num w:numId="7" w16cid:durableId="1161893101">
    <w:abstractNumId w:val="34"/>
  </w:num>
  <w:num w:numId="8" w16cid:durableId="39284634">
    <w:abstractNumId w:val="33"/>
  </w:num>
  <w:num w:numId="9" w16cid:durableId="546649784">
    <w:abstractNumId w:val="3"/>
  </w:num>
  <w:num w:numId="10" w16cid:durableId="2101563101">
    <w:abstractNumId w:val="0"/>
  </w:num>
  <w:num w:numId="11" w16cid:durableId="587924454">
    <w:abstractNumId w:val="36"/>
  </w:num>
  <w:num w:numId="12" w16cid:durableId="551573387">
    <w:abstractNumId w:val="24"/>
  </w:num>
  <w:num w:numId="13" w16cid:durableId="293605143">
    <w:abstractNumId w:val="18"/>
  </w:num>
  <w:num w:numId="14" w16cid:durableId="944189916">
    <w:abstractNumId w:val="10"/>
  </w:num>
  <w:num w:numId="15" w16cid:durableId="1463886737">
    <w:abstractNumId w:val="5"/>
  </w:num>
  <w:num w:numId="16" w16cid:durableId="1080980761">
    <w:abstractNumId w:val="19"/>
  </w:num>
  <w:num w:numId="17" w16cid:durableId="1013801996">
    <w:abstractNumId w:val="12"/>
  </w:num>
  <w:num w:numId="18" w16cid:durableId="726143620">
    <w:abstractNumId w:val="32"/>
  </w:num>
  <w:num w:numId="19" w16cid:durableId="344282158">
    <w:abstractNumId w:val="7"/>
  </w:num>
  <w:num w:numId="20" w16cid:durableId="1363943940">
    <w:abstractNumId w:val="6"/>
  </w:num>
  <w:num w:numId="21" w16cid:durableId="1639261013">
    <w:abstractNumId w:val="31"/>
  </w:num>
  <w:num w:numId="22" w16cid:durableId="2108501456">
    <w:abstractNumId w:val="28"/>
  </w:num>
  <w:num w:numId="23" w16cid:durableId="1418481749">
    <w:abstractNumId w:val="25"/>
  </w:num>
  <w:num w:numId="24" w16cid:durableId="1939218045">
    <w:abstractNumId w:val="30"/>
  </w:num>
  <w:num w:numId="25" w16cid:durableId="398213087">
    <w:abstractNumId w:val="21"/>
  </w:num>
  <w:num w:numId="26" w16cid:durableId="2102793211">
    <w:abstractNumId w:val="35"/>
  </w:num>
  <w:num w:numId="27" w16cid:durableId="1573813773">
    <w:abstractNumId w:val="13"/>
  </w:num>
  <w:num w:numId="28" w16cid:durableId="684404193">
    <w:abstractNumId w:val="4"/>
  </w:num>
  <w:num w:numId="29" w16cid:durableId="1337997106">
    <w:abstractNumId w:val="37"/>
  </w:num>
  <w:num w:numId="30" w16cid:durableId="1959068004">
    <w:abstractNumId w:val="1"/>
  </w:num>
  <w:num w:numId="31" w16cid:durableId="774328770">
    <w:abstractNumId w:val="9"/>
  </w:num>
  <w:num w:numId="32" w16cid:durableId="377435003">
    <w:abstractNumId w:val="16"/>
  </w:num>
  <w:num w:numId="33" w16cid:durableId="2132357859">
    <w:abstractNumId w:val="14"/>
  </w:num>
  <w:num w:numId="34" w16cid:durableId="1591357142">
    <w:abstractNumId w:val="23"/>
  </w:num>
  <w:num w:numId="35" w16cid:durableId="1330524720">
    <w:abstractNumId w:val="22"/>
  </w:num>
  <w:num w:numId="36" w16cid:durableId="1699089300">
    <w:abstractNumId w:val="26"/>
  </w:num>
  <w:num w:numId="37" w16cid:durableId="1178428886">
    <w:abstractNumId w:val="15"/>
  </w:num>
  <w:num w:numId="38" w16cid:durableId="1781484644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4E"/>
    <w:rsid w:val="000066C8"/>
    <w:rsid w:val="00015885"/>
    <w:rsid w:val="00083A06"/>
    <w:rsid w:val="00094B4E"/>
    <w:rsid w:val="000A20EC"/>
    <w:rsid w:val="000D39C8"/>
    <w:rsid w:val="000E7616"/>
    <w:rsid w:val="000F76FF"/>
    <w:rsid w:val="001200F8"/>
    <w:rsid w:val="001459D4"/>
    <w:rsid w:val="00156BA0"/>
    <w:rsid w:val="00177C7B"/>
    <w:rsid w:val="001A6EF0"/>
    <w:rsid w:val="001A76C9"/>
    <w:rsid w:val="001C0630"/>
    <w:rsid w:val="001D7F2D"/>
    <w:rsid w:val="001E7D7B"/>
    <w:rsid w:val="001F0C7B"/>
    <w:rsid w:val="001F3A20"/>
    <w:rsid w:val="00236D92"/>
    <w:rsid w:val="0027669F"/>
    <w:rsid w:val="0028037C"/>
    <w:rsid w:val="002E2AFF"/>
    <w:rsid w:val="00300F86"/>
    <w:rsid w:val="00305CA9"/>
    <w:rsid w:val="00327478"/>
    <w:rsid w:val="0036001B"/>
    <w:rsid w:val="00365084"/>
    <w:rsid w:val="003710B8"/>
    <w:rsid w:val="003A214B"/>
    <w:rsid w:val="003C3E59"/>
    <w:rsid w:val="003D6DFD"/>
    <w:rsid w:val="004031BD"/>
    <w:rsid w:val="004075F8"/>
    <w:rsid w:val="00414E3F"/>
    <w:rsid w:val="0042167A"/>
    <w:rsid w:val="00422C93"/>
    <w:rsid w:val="00436184"/>
    <w:rsid w:val="004657E6"/>
    <w:rsid w:val="00481D88"/>
    <w:rsid w:val="004850DE"/>
    <w:rsid w:val="0049151F"/>
    <w:rsid w:val="004B1392"/>
    <w:rsid w:val="004B3A47"/>
    <w:rsid w:val="004E3B3B"/>
    <w:rsid w:val="00540E26"/>
    <w:rsid w:val="00554A5D"/>
    <w:rsid w:val="00590498"/>
    <w:rsid w:val="00597934"/>
    <w:rsid w:val="005C452E"/>
    <w:rsid w:val="005D6D00"/>
    <w:rsid w:val="005E1F86"/>
    <w:rsid w:val="005F6575"/>
    <w:rsid w:val="00612510"/>
    <w:rsid w:val="006405F3"/>
    <w:rsid w:val="006630CA"/>
    <w:rsid w:val="0068172A"/>
    <w:rsid w:val="006835CE"/>
    <w:rsid w:val="00693EB7"/>
    <w:rsid w:val="006A7A60"/>
    <w:rsid w:val="006B33A6"/>
    <w:rsid w:val="006F3A08"/>
    <w:rsid w:val="00723804"/>
    <w:rsid w:val="0072752A"/>
    <w:rsid w:val="00761AEE"/>
    <w:rsid w:val="0077105D"/>
    <w:rsid w:val="00780C08"/>
    <w:rsid w:val="00785BA7"/>
    <w:rsid w:val="007926BB"/>
    <w:rsid w:val="007C71E2"/>
    <w:rsid w:val="007D6F6C"/>
    <w:rsid w:val="008022F7"/>
    <w:rsid w:val="00820804"/>
    <w:rsid w:val="008514DB"/>
    <w:rsid w:val="00852EFC"/>
    <w:rsid w:val="00856DD0"/>
    <w:rsid w:val="008808D6"/>
    <w:rsid w:val="008A0305"/>
    <w:rsid w:val="008A5E94"/>
    <w:rsid w:val="008C71AB"/>
    <w:rsid w:val="008D2C42"/>
    <w:rsid w:val="008E479D"/>
    <w:rsid w:val="008F172E"/>
    <w:rsid w:val="008F5672"/>
    <w:rsid w:val="0093340E"/>
    <w:rsid w:val="009633DC"/>
    <w:rsid w:val="009634D2"/>
    <w:rsid w:val="009729BB"/>
    <w:rsid w:val="0098446A"/>
    <w:rsid w:val="009A15BE"/>
    <w:rsid w:val="009D474D"/>
    <w:rsid w:val="00A21466"/>
    <w:rsid w:val="00A43E0F"/>
    <w:rsid w:val="00A65556"/>
    <w:rsid w:val="00A763A2"/>
    <w:rsid w:val="00A83D2D"/>
    <w:rsid w:val="00A85551"/>
    <w:rsid w:val="00A927D2"/>
    <w:rsid w:val="00AD06DC"/>
    <w:rsid w:val="00AD2FEF"/>
    <w:rsid w:val="00B37495"/>
    <w:rsid w:val="00B422D8"/>
    <w:rsid w:val="00B54C34"/>
    <w:rsid w:val="00BC5DA7"/>
    <w:rsid w:val="00BE2FE9"/>
    <w:rsid w:val="00C02CC5"/>
    <w:rsid w:val="00C21254"/>
    <w:rsid w:val="00C3765E"/>
    <w:rsid w:val="00C55438"/>
    <w:rsid w:val="00C60615"/>
    <w:rsid w:val="00C61C0A"/>
    <w:rsid w:val="00C66048"/>
    <w:rsid w:val="00C67D82"/>
    <w:rsid w:val="00C7392A"/>
    <w:rsid w:val="00CB3011"/>
    <w:rsid w:val="00CB71CE"/>
    <w:rsid w:val="00CC4523"/>
    <w:rsid w:val="00CE04A7"/>
    <w:rsid w:val="00D15CC6"/>
    <w:rsid w:val="00D22FF0"/>
    <w:rsid w:val="00D60F81"/>
    <w:rsid w:val="00D63C18"/>
    <w:rsid w:val="00D665D0"/>
    <w:rsid w:val="00D74E1D"/>
    <w:rsid w:val="00E178CA"/>
    <w:rsid w:val="00EB1E1E"/>
    <w:rsid w:val="00EB4BBE"/>
    <w:rsid w:val="00EC16F4"/>
    <w:rsid w:val="00EC4BAA"/>
    <w:rsid w:val="00EE44BE"/>
    <w:rsid w:val="00EE7D96"/>
    <w:rsid w:val="00EF649A"/>
    <w:rsid w:val="00F225D4"/>
    <w:rsid w:val="00F43C93"/>
    <w:rsid w:val="00F715AC"/>
    <w:rsid w:val="00F923C0"/>
    <w:rsid w:val="00FA0759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42816"/>
  <w15:chartTrackingRefBased/>
  <w15:docId w15:val="{DFB60F5A-65BE-4DA0-A6C1-A66AF0DF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imes New Roman" w:hAnsi="Tahoma" w:cs="Tahoma"/>
        <w:color w:val="595959"/>
        <w:sz w:val="18"/>
        <w:szCs w:val="1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C34"/>
    <w:pPr>
      <w:spacing w:before="40" w:after="0" w:line="276" w:lineRule="auto"/>
      <w:jc w:val="both"/>
    </w:pPr>
  </w:style>
  <w:style w:type="paragraph" w:styleId="Titre1">
    <w:name w:val="heading 1"/>
    <w:basedOn w:val="Paragraphedeliste"/>
    <w:next w:val="Normal"/>
    <w:link w:val="Titre1Car"/>
    <w:qFormat/>
    <w:rsid w:val="00B54C34"/>
    <w:pPr>
      <w:numPr>
        <w:numId w:val="2"/>
      </w:numPr>
      <w:tabs>
        <w:tab w:val="clear" w:pos="142"/>
      </w:tabs>
      <w:spacing w:before="360"/>
      <w:jc w:val="left"/>
      <w:outlineLvl w:val="0"/>
    </w:pPr>
    <w:rPr>
      <w:rFonts w:eastAsia="Times New Roman"/>
      <w:b/>
      <w:caps/>
      <w:color w:val="FF8500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1A6EF0"/>
    <w:pPr>
      <w:numPr>
        <w:ilvl w:val="1"/>
        <w:numId w:val="2"/>
      </w:numPr>
      <w:tabs>
        <w:tab w:val="left" w:pos="567"/>
      </w:tabs>
      <w:spacing w:before="240" w:after="120" w:line="240" w:lineRule="auto"/>
      <w:outlineLvl w:val="1"/>
    </w:pPr>
    <w:rPr>
      <w:b/>
      <w:caps/>
      <w:noProof/>
      <w:color w:val="404040"/>
      <w:sz w:val="24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B54C34"/>
    <w:pPr>
      <w:spacing w:before="240" w:after="120"/>
      <w:outlineLvl w:val="2"/>
    </w:pPr>
    <w:rPr>
      <w:b/>
      <w:color w:val="40404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54C34"/>
    <w:pPr>
      <w:spacing w:before="180"/>
      <w:outlineLvl w:val="3"/>
    </w:pPr>
    <w:rPr>
      <w:b/>
      <w:bCs/>
      <w:color w:val="40404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54C34"/>
    <w:pPr>
      <w:spacing w:before="180"/>
      <w:outlineLvl w:val="4"/>
    </w:pPr>
    <w:rPr>
      <w:color w:val="40404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B54C34"/>
    <w:pPr>
      <w:keepNext/>
      <w:keepLines/>
      <w:numPr>
        <w:ilvl w:val="5"/>
        <w:numId w:val="6"/>
      </w:numPr>
      <w:spacing w:before="200"/>
      <w:ind w:left="1152" w:hanging="1152"/>
      <w:outlineLvl w:val="5"/>
    </w:pPr>
    <w:rPr>
      <w:rFonts w:ascii="Cambria" w:eastAsia="MS Gothic" w:hAnsi="Cambria" w:cs="Times New Roman"/>
      <w:i/>
      <w:iCs/>
      <w:color w:val="243F6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54C34"/>
    <w:pPr>
      <w:keepNext/>
      <w:keepLines/>
      <w:spacing w:before="200"/>
      <w:ind w:left="1296" w:hanging="1296"/>
      <w:outlineLvl w:val="6"/>
    </w:pPr>
    <w:rPr>
      <w:rFonts w:ascii="Cambria" w:eastAsia="MS Gothic" w:hAnsi="Cambria" w:cs="Times New Roman"/>
      <w:i/>
      <w:iCs/>
      <w:color w:val="40404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54C34"/>
    <w:pPr>
      <w:keepNext/>
      <w:keepLines/>
      <w:numPr>
        <w:ilvl w:val="7"/>
        <w:numId w:val="7"/>
      </w:numPr>
      <w:spacing w:before="200"/>
      <w:ind w:left="1440" w:hanging="1440"/>
      <w:outlineLvl w:val="7"/>
    </w:pPr>
    <w:rPr>
      <w:rFonts w:ascii="Cambria" w:eastAsia="MS Gothic" w:hAnsi="Cambria" w:cs="Times New Roman"/>
      <w:color w:val="404040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54C34"/>
    <w:pPr>
      <w:keepNext/>
      <w:keepLines/>
      <w:spacing w:before="200"/>
      <w:ind w:left="1584" w:hanging="1584"/>
      <w:outlineLvl w:val="8"/>
    </w:pPr>
    <w:rPr>
      <w:rFonts w:ascii="Cambria" w:eastAsia="MS Gothic" w:hAnsi="Cambria" w:cs="Times New Roman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4">
    <w:name w:val="Style4"/>
    <w:basedOn w:val="Titre1"/>
    <w:rsid w:val="00B54C34"/>
    <w:pPr>
      <w:spacing w:before="220" w:after="220" w:line="280" w:lineRule="atLeast"/>
    </w:pPr>
    <w:rPr>
      <w:b w:val="0"/>
      <w:spacing w:val="-10"/>
      <w:kern w:val="28"/>
      <w:position w:val="6"/>
      <w:szCs w:val="20"/>
    </w:rPr>
  </w:style>
  <w:style w:type="character" w:customStyle="1" w:styleId="Titre1Car">
    <w:name w:val="Titre 1 Car"/>
    <w:link w:val="Titre1"/>
    <w:rsid w:val="00B54C34"/>
    <w:rPr>
      <w:b/>
      <w:caps/>
      <w:color w:val="FF8500"/>
      <w:sz w:val="36"/>
      <w:szCs w:val="36"/>
    </w:rPr>
  </w:style>
  <w:style w:type="character" w:customStyle="1" w:styleId="Titre2Car">
    <w:name w:val="Titre 2 Car"/>
    <w:link w:val="Titre2"/>
    <w:rsid w:val="001A6EF0"/>
    <w:rPr>
      <w:b/>
      <w:caps/>
      <w:noProof/>
      <w:color w:val="404040"/>
      <w:sz w:val="24"/>
      <w:szCs w:val="24"/>
    </w:rPr>
  </w:style>
  <w:style w:type="character" w:customStyle="1" w:styleId="Titre3Car">
    <w:name w:val="Titre 3 Car"/>
    <w:link w:val="Titre3"/>
    <w:rsid w:val="00B54C34"/>
    <w:rPr>
      <w:b/>
      <w:color w:val="404040"/>
      <w:sz w:val="24"/>
      <w:szCs w:val="24"/>
    </w:rPr>
  </w:style>
  <w:style w:type="character" w:customStyle="1" w:styleId="Titre4Car">
    <w:name w:val="Titre 4 Car"/>
    <w:link w:val="Titre4"/>
    <w:uiPriority w:val="9"/>
    <w:rsid w:val="00B54C34"/>
    <w:rPr>
      <w:b/>
      <w:bCs/>
      <w:color w:val="404040"/>
    </w:rPr>
  </w:style>
  <w:style w:type="paragraph" w:customStyle="1" w:styleId="NormalParagraphesuivant">
    <w:name w:val="Normal Paragraphe suivant"/>
    <w:basedOn w:val="Normal"/>
    <w:next w:val="Normal"/>
    <w:rsid w:val="00B54C34"/>
    <w:pPr>
      <w:spacing w:before="120"/>
    </w:pPr>
  </w:style>
  <w:style w:type="paragraph" w:customStyle="1" w:styleId="puceniveau1">
    <w:name w:val="puce niveau 1"/>
    <w:basedOn w:val="Normal"/>
    <w:rsid w:val="00B54C34"/>
    <w:pPr>
      <w:numPr>
        <w:numId w:val="1"/>
      </w:numPr>
    </w:pPr>
  </w:style>
  <w:style w:type="paragraph" w:styleId="Sous-titre">
    <w:name w:val="Subtitle"/>
    <w:aliases w:val="Titre 2 sommaire"/>
    <w:basedOn w:val="Normal"/>
    <w:next w:val="Normal"/>
    <w:link w:val="Sous-titreCar"/>
    <w:autoRedefine/>
    <w:uiPriority w:val="11"/>
    <w:rsid w:val="00B54C34"/>
    <w:pPr>
      <w:numPr>
        <w:numId w:val="30"/>
      </w:numPr>
      <w:ind w:left="284" w:hanging="142"/>
    </w:pPr>
  </w:style>
  <w:style w:type="character" w:customStyle="1" w:styleId="Sous-titreCar">
    <w:name w:val="Sous-titre Car"/>
    <w:aliases w:val="Titre 2 sommaire Car"/>
    <w:basedOn w:val="Policepardfaut"/>
    <w:link w:val="Sous-titre"/>
    <w:uiPriority w:val="11"/>
    <w:rsid w:val="00B54C34"/>
  </w:style>
  <w:style w:type="paragraph" w:styleId="Paragraphedeliste">
    <w:name w:val="List Paragraph"/>
    <w:aliases w:val="Paragraphe de liste niveau 1,normal gras souligné"/>
    <w:basedOn w:val="Normal"/>
    <w:link w:val="ParagraphedelisteCar"/>
    <w:autoRedefine/>
    <w:uiPriority w:val="34"/>
    <w:rsid w:val="00B54C34"/>
    <w:pPr>
      <w:numPr>
        <w:numId w:val="33"/>
      </w:numPr>
      <w:tabs>
        <w:tab w:val="left" w:pos="142"/>
      </w:tabs>
      <w:ind w:left="567" w:hanging="283"/>
    </w:pPr>
    <w:rPr>
      <w:rFonts w:eastAsiaTheme="minorHAnsi"/>
      <w:color w:val="000000"/>
    </w:rPr>
  </w:style>
  <w:style w:type="character" w:customStyle="1" w:styleId="ParagraphedelisteCar">
    <w:name w:val="Paragraphe de liste Car"/>
    <w:aliases w:val="Paragraphe de liste niveau 1 Car,normal gras souligné Car"/>
    <w:link w:val="Paragraphedeliste"/>
    <w:uiPriority w:val="34"/>
    <w:rsid w:val="00B54C34"/>
    <w:rPr>
      <w:rFonts w:eastAsiaTheme="minorHAnsi"/>
      <w:color w:val="000000"/>
    </w:rPr>
  </w:style>
  <w:style w:type="paragraph" w:customStyle="1" w:styleId="Paragraphedelisteniveau2">
    <w:name w:val="Paragraphe de liste niveau 2"/>
    <w:basedOn w:val="Paragraphedeliste"/>
    <w:autoRedefine/>
    <w:rsid w:val="00B54C34"/>
    <w:pPr>
      <w:numPr>
        <w:numId w:val="3"/>
      </w:numPr>
      <w:spacing w:before="20"/>
    </w:pPr>
    <w:rPr>
      <w:rFonts w:eastAsia="Times New Roman"/>
      <w:lang w:eastAsia="fr-FR"/>
    </w:rPr>
  </w:style>
  <w:style w:type="paragraph" w:customStyle="1" w:styleId="Normalsuivant">
    <w:name w:val="Normal § suivant"/>
    <w:basedOn w:val="Normal"/>
    <w:next w:val="Normal"/>
    <w:autoRedefine/>
    <w:rsid w:val="00B54C34"/>
    <w:pPr>
      <w:spacing w:before="120"/>
    </w:pPr>
  </w:style>
  <w:style w:type="paragraph" w:customStyle="1" w:styleId="TM0SOMMAIRE">
    <w:name w:val="T M0 SOMMAIRE"/>
    <w:next w:val="TM1"/>
    <w:link w:val="TM0SOMMAIRECar"/>
    <w:rsid w:val="00EC4BAA"/>
    <w:pPr>
      <w:tabs>
        <w:tab w:val="left" w:pos="3196"/>
      </w:tabs>
      <w:spacing w:after="0" w:line="240" w:lineRule="auto"/>
      <w:ind w:left="425"/>
    </w:pPr>
    <w:rPr>
      <w:rFonts w:eastAsia="Calibri"/>
      <w:b/>
      <w:caps/>
      <w:color w:val="FF8500"/>
      <w:sz w:val="36"/>
      <w:szCs w:val="36"/>
    </w:rPr>
  </w:style>
  <w:style w:type="character" w:customStyle="1" w:styleId="TM0SOMMAIRECar">
    <w:name w:val="T M0 SOMMAIRE Car"/>
    <w:link w:val="TM0SOMMAIRE"/>
    <w:rsid w:val="00EC4BAA"/>
    <w:rPr>
      <w:rFonts w:eastAsia="Calibri"/>
      <w:b/>
      <w:caps/>
      <w:color w:val="FF8500"/>
      <w:sz w:val="36"/>
      <w:szCs w:val="36"/>
    </w:rPr>
  </w:style>
  <w:style w:type="paragraph" w:styleId="TM1">
    <w:name w:val="toc 1"/>
    <w:basedOn w:val="Normal"/>
    <w:next w:val="Normal"/>
    <w:uiPriority w:val="39"/>
    <w:unhideWhenUsed/>
    <w:qFormat/>
    <w:rsid w:val="00B54C34"/>
    <w:pPr>
      <w:tabs>
        <w:tab w:val="left" w:pos="540"/>
        <w:tab w:val="right" w:leader="dot" w:pos="10199"/>
      </w:tabs>
      <w:spacing w:before="120" w:after="120"/>
      <w:jc w:val="left"/>
    </w:pPr>
    <w:rPr>
      <w:rFonts w:cs="Times New Roman"/>
      <w:b/>
      <w:bCs/>
      <w:caps/>
      <w:noProof/>
      <w:color w:val="404040"/>
      <w:sz w:val="22"/>
      <w:szCs w:val="22"/>
      <w:lang w:eastAsia="fr-FR"/>
    </w:rPr>
  </w:style>
  <w:style w:type="paragraph" w:customStyle="1" w:styleId="NormalP1">
    <w:name w:val="Normal P1"/>
    <w:basedOn w:val="Paragraphedeliste"/>
    <w:link w:val="NormalP1Car"/>
    <w:qFormat/>
    <w:rsid w:val="00177C7B"/>
    <w:pPr>
      <w:numPr>
        <w:numId w:val="36"/>
      </w:numPr>
      <w:tabs>
        <w:tab w:val="clear" w:pos="142"/>
      </w:tabs>
      <w:spacing w:before="0"/>
      <w:ind w:left="426" w:hanging="284"/>
    </w:pPr>
    <w:rPr>
      <w:rFonts w:eastAsia="Times New Roman"/>
      <w:color w:val="595959"/>
    </w:rPr>
  </w:style>
  <w:style w:type="character" w:customStyle="1" w:styleId="NormalP1Car">
    <w:name w:val="Normal P1 Car"/>
    <w:link w:val="NormalP1"/>
    <w:rsid w:val="00177C7B"/>
  </w:style>
  <w:style w:type="paragraph" w:customStyle="1" w:styleId="NormalP2">
    <w:name w:val="Normal P2"/>
    <w:basedOn w:val="Paragraphedeliste"/>
    <w:next w:val="Normal"/>
    <w:link w:val="NormalP2Car"/>
    <w:qFormat/>
    <w:rsid w:val="00177C7B"/>
    <w:pPr>
      <w:numPr>
        <w:numId w:val="29"/>
      </w:numPr>
      <w:tabs>
        <w:tab w:val="clear" w:pos="142"/>
        <w:tab w:val="left" w:pos="993"/>
      </w:tabs>
      <w:spacing w:before="0"/>
      <w:ind w:left="851" w:hanging="284"/>
    </w:pPr>
    <w:rPr>
      <w:rFonts w:eastAsia="Times New Roman"/>
      <w:color w:val="595959"/>
    </w:rPr>
  </w:style>
  <w:style w:type="character" w:customStyle="1" w:styleId="NormalP2Car">
    <w:name w:val="Normal P2 Car"/>
    <w:link w:val="NormalP2"/>
    <w:rsid w:val="00177C7B"/>
  </w:style>
  <w:style w:type="character" w:customStyle="1" w:styleId="Titre5Car">
    <w:name w:val="Titre 5 Car"/>
    <w:link w:val="Titre5"/>
    <w:uiPriority w:val="9"/>
    <w:rsid w:val="00B54C34"/>
    <w:rPr>
      <w:color w:val="404040"/>
      <w:u w:val="single"/>
    </w:rPr>
  </w:style>
  <w:style w:type="paragraph" w:styleId="TM2">
    <w:name w:val="toc 2"/>
    <w:basedOn w:val="Normal"/>
    <w:next w:val="Normal"/>
    <w:uiPriority w:val="39"/>
    <w:unhideWhenUsed/>
    <w:qFormat/>
    <w:rsid w:val="00B54C34"/>
    <w:pPr>
      <w:tabs>
        <w:tab w:val="left" w:pos="720"/>
        <w:tab w:val="right" w:leader="dot" w:pos="10199"/>
      </w:tabs>
      <w:jc w:val="left"/>
    </w:pPr>
    <w:rPr>
      <w:rFonts w:eastAsia="Calibri" w:cs="Calibri"/>
      <w:smallCaps/>
      <w:noProof/>
      <w:color w:val="404040"/>
      <w:sz w:val="20"/>
      <w:lang w:eastAsia="fr-FR"/>
    </w:rPr>
  </w:style>
  <w:style w:type="character" w:customStyle="1" w:styleId="Titre6Car">
    <w:name w:val="Titre 6 Car"/>
    <w:link w:val="Titre6"/>
    <w:uiPriority w:val="9"/>
    <w:semiHidden/>
    <w:rsid w:val="00B54C34"/>
    <w:rPr>
      <w:rFonts w:ascii="Cambria" w:eastAsia="MS Gothic" w:hAnsi="Cambria" w:cs="Times New Roman"/>
      <w:i/>
      <w:iCs/>
      <w:color w:val="243F60"/>
      <w:sz w:val="22"/>
      <w:szCs w:val="22"/>
      <w:lang w:eastAsia="fr-FR"/>
    </w:rPr>
  </w:style>
  <w:style w:type="character" w:customStyle="1" w:styleId="Titre7Car">
    <w:name w:val="Titre 7 Car"/>
    <w:link w:val="Titre7"/>
    <w:uiPriority w:val="9"/>
    <w:semiHidden/>
    <w:rsid w:val="00B54C34"/>
    <w:rPr>
      <w:rFonts w:ascii="Cambria" w:eastAsia="MS Gothic" w:hAnsi="Cambria" w:cs="Times New Roman"/>
      <w:i/>
      <w:iCs/>
      <w:color w:val="404040"/>
      <w:sz w:val="22"/>
      <w:szCs w:val="22"/>
      <w:lang w:eastAsia="fr-FR"/>
    </w:rPr>
  </w:style>
  <w:style w:type="character" w:customStyle="1" w:styleId="Titre8Car">
    <w:name w:val="Titre 8 Car"/>
    <w:link w:val="Titre8"/>
    <w:uiPriority w:val="9"/>
    <w:semiHidden/>
    <w:rsid w:val="00B54C34"/>
    <w:rPr>
      <w:rFonts w:ascii="Cambria" w:eastAsia="MS Gothic" w:hAnsi="Cambria" w:cs="Times New Roman"/>
      <w:color w:val="404040"/>
      <w:sz w:val="20"/>
      <w:lang w:eastAsia="fr-FR"/>
    </w:rPr>
  </w:style>
  <w:style w:type="character" w:customStyle="1" w:styleId="Titre9Car">
    <w:name w:val="Titre 9 Car"/>
    <w:link w:val="Titre9"/>
    <w:uiPriority w:val="9"/>
    <w:semiHidden/>
    <w:rsid w:val="00B54C34"/>
    <w:rPr>
      <w:rFonts w:ascii="Cambria" w:eastAsia="MS Gothic" w:hAnsi="Cambria" w:cs="Times New Roman"/>
      <w:i/>
      <w:iCs/>
      <w:color w:val="404040"/>
      <w:sz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4C34"/>
    <w:pPr>
      <w:tabs>
        <w:tab w:val="center" w:pos="4536"/>
        <w:tab w:val="right" w:pos="9072"/>
      </w:tabs>
    </w:pPr>
    <w:rPr>
      <w:szCs w:val="22"/>
    </w:rPr>
  </w:style>
  <w:style w:type="character" w:customStyle="1" w:styleId="En-tteCar">
    <w:name w:val="En-tête Car"/>
    <w:link w:val="En-tte"/>
    <w:uiPriority w:val="99"/>
    <w:rsid w:val="00B54C34"/>
    <w:rPr>
      <w:rFonts w:eastAsia="Calibri"/>
      <w:szCs w:val="22"/>
      <w:lang w:eastAsia="fr-FR"/>
    </w:rPr>
  </w:style>
  <w:style w:type="paragraph" w:customStyle="1" w:styleId="Titreniveau2">
    <w:name w:val="Titre niveau 2"/>
    <w:basedOn w:val="Paragraphedeliste"/>
    <w:link w:val="Titreniveau2Car"/>
    <w:rsid w:val="00B54C34"/>
    <w:pPr>
      <w:numPr>
        <w:numId w:val="0"/>
      </w:numPr>
      <w:tabs>
        <w:tab w:val="left" w:pos="567"/>
      </w:tabs>
      <w:spacing w:beforeLines="50" w:before="120"/>
      <w:ind w:hanging="142"/>
    </w:pPr>
    <w:rPr>
      <w:bCs/>
      <w:noProof/>
      <w:color w:val="404040"/>
      <w:sz w:val="20"/>
      <w:szCs w:val="20"/>
    </w:rPr>
  </w:style>
  <w:style w:type="character" w:customStyle="1" w:styleId="Titreniveau2Car">
    <w:name w:val="Titre niveau 2 Car"/>
    <w:link w:val="Titreniveau2"/>
    <w:rsid w:val="00B54C34"/>
    <w:rPr>
      <w:rFonts w:eastAsiaTheme="minorHAnsi"/>
      <w:bCs/>
      <w:noProof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B54C34"/>
    <w:pPr>
      <w:spacing w:after="0" w:line="240" w:lineRule="auto"/>
    </w:pPr>
    <w:rPr>
      <w:rFonts w:eastAsia="Calibri"/>
      <w:color w:val="auto"/>
      <w:sz w:val="22"/>
      <w:szCs w:val="22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aliases w:val="CONGPied de page"/>
    <w:basedOn w:val="Normal"/>
    <w:link w:val="PieddepageCar"/>
    <w:uiPriority w:val="99"/>
    <w:unhideWhenUsed/>
    <w:rsid w:val="00B54C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CONGPied de page Car"/>
    <w:basedOn w:val="Policepardfaut"/>
    <w:link w:val="Pieddepage"/>
    <w:uiPriority w:val="99"/>
    <w:rsid w:val="00B54C34"/>
    <w:rPr>
      <w:rFonts w:eastAsia="Calibri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B54C34"/>
  </w:style>
  <w:style w:type="paragraph" w:styleId="Sansinterligne">
    <w:name w:val="No Spacing"/>
    <w:aliases w:val="Titre sommaire niveau 1"/>
    <w:basedOn w:val="Titre1"/>
    <w:uiPriority w:val="1"/>
    <w:rsid w:val="00B54C34"/>
    <w:pPr>
      <w:spacing w:before="240"/>
      <w:ind w:left="0" w:hanging="142"/>
    </w:pPr>
    <w:rPr>
      <w:sz w:val="20"/>
      <w:szCs w:val="20"/>
    </w:rPr>
  </w:style>
  <w:style w:type="character" w:styleId="Rfrencelgre">
    <w:name w:val="Subtle Reference"/>
    <w:uiPriority w:val="31"/>
    <w:rsid w:val="00B54C34"/>
    <w:rPr>
      <w:smallCaps/>
      <w:color w:val="C0504D"/>
      <w:u w:val="single"/>
    </w:rPr>
  </w:style>
  <w:style w:type="character" w:styleId="Rfrenceintense">
    <w:name w:val="Intense Reference"/>
    <w:uiPriority w:val="32"/>
    <w:rsid w:val="00B54C34"/>
    <w:rPr>
      <w:b/>
      <w:bCs/>
      <w:smallCaps/>
      <w:color w:val="C0504D"/>
      <w:spacing w:val="5"/>
      <w:u w:val="single"/>
    </w:rPr>
  </w:style>
  <w:style w:type="paragraph" w:styleId="Corpsdetexte">
    <w:name w:val="Body Text"/>
    <w:basedOn w:val="Normal"/>
    <w:link w:val="CorpsdetexteCar"/>
    <w:uiPriority w:val="99"/>
    <w:unhideWhenUsed/>
    <w:rsid w:val="00B54C34"/>
    <w:pPr>
      <w:spacing w:after="120"/>
    </w:pPr>
    <w:rPr>
      <w:rFonts w:cs="Times New Roman"/>
      <w:szCs w:val="22"/>
    </w:rPr>
  </w:style>
  <w:style w:type="character" w:customStyle="1" w:styleId="CorpsdetexteCar">
    <w:name w:val="Corps de texte Car"/>
    <w:link w:val="Corpsdetexte"/>
    <w:uiPriority w:val="99"/>
    <w:rsid w:val="00B54C34"/>
    <w:rPr>
      <w:rFonts w:eastAsia="Calibri" w:cs="Times New Roman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B54C34"/>
    <w:pPr>
      <w:ind w:left="360"/>
    </w:pPr>
    <w:rPr>
      <w:rFonts w:ascii="Calibri" w:hAnsi="Calibri" w:cs="Calibri"/>
      <w:i/>
      <w:iCs/>
      <w:sz w:val="20"/>
    </w:rPr>
  </w:style>
  <w:style w:type="paragraph" w:styleId="Lgende">
    <w:name w:val="caption"/>
    <w:basedOn w:val="Normal"/>
    <w:next w:val="Normal"/>
    <w:rsid w:val="00B54C34"/>
    <w:pPr>
      <w:spacing w:line="288" w:lineRule="auto"/>
      <w:jc w:val="center"/>
    </w:pPr>
    <w:rPr>
      <w:rFonts w:ascii="Trebuchet MS" w:hAnsi="Trebuchet MS" w:cs="Times New Roman"/>
      <w:b/>
      <w:bCs/>
    </w:rPr>
  </w:style>
  <w:style w:type="character" w:styleId="lev">
    <w:name w:val="Strong"/>
    <w:uiPriority w:val="22"/>
    <w:rsid w:val="00B54C34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rsid w:val="00B54C34"/>
    <w:pPr>
      <w:keepNext/>
      <w:keepLines/>
      <w:numPr>
        <w:numId w:val="0"/>
      </w:numPr>
      <w:spacing w:before="480"/>
      <w:outlineLvl w:val="9"/>
    </w:pPr>
    <w:rPr>
      <w:rFonts w:ascii="Cambria" w:eastAsia="MS Gothic" w:hAnsi="Cambria" w:cs="Times New Roman"/>
      <w:bCs/>
      <w:color w:val="365F91"/>
      <w:sz w:val="28"/>
      <w:szCs w:val="28"/>
    </w:rPr>
  </w:style>
  <w:style w:type="paragraph" w:styleId="NormalWeb">
    <w:name w:val="Normal (Web)"/>
    <w:basedOn w:val="Normal"/>
    <w:uiPriority w:val="99"/>
    <w:unhideWhenUsed/>
    <w:rsid w:val="00B54C34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4C34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4C34"/>
    <w:rPr>
      <w:rFonts w:eastAsia="Calibri"/>
      <w:sz w:val="16"/>
      <w:szCs w:val="16"/>
      <w:lang w:eastAsia="fr-FR"/>
    </w:rPr>
  </w:style>
  <w:style w:type="character" w:styleId="Lienhypertexte">
    <w:name w:val="Hyperlink"/>
    <w:uiPriority w:val="99"/>
    <w:unhideWhenUsed/>
    <w:rsid w:val="00B54C34"/>
    <w:rPr>
      <w:color w:val="0000FF"/>
      <w:u w:val="single"/>
    </w:rPr>
  </w:style>
  <w:style w:type="paragraph" w:customStyle="1" w:styleId="Style2">
    <w:name w:val="Style2"/>
    <w:basedOn w:val="Titre1"/>
    <w:link w:val="Style2Car"/>
    <w:rsid w:val="00B54C34"/>
    <w:pPr>
      <w:keepNext/>
      <w:keepLines/>
      <w:numPr>
        <w:numId w:val="0"/>
      </w:numPr>
      <w:pBdr>
        <w:bottom w:val="single" w:sz="4" w:space="1" w:color="800000"/>
      </w:pBdr>
      <w:tabs>
        <w:tab w:val="num" w:pos="0"/>
        <w:tab w:val="num" w:pos="360"/>
      </w:tabs>
      <w:spacing w:before="480" w:after="240" w:line="280" w:lineRule="atLeast"/>
      <w:ind w:left="437" w:hanging="862"/>
    </w:pPr>
    <w:rPr>
      <w:rFonts w:eastAsia="MS Gothic"/>
      <w:color w:val="auto"/>
      <w:spacing w:val="-10"/>
      <w:kern w:val="28"/>
      <w:position w:val="6"/>
      <w:sz w:val="24"/>
      <w:szCs w:val="24"/>
    </w:rPr>
  </w:style>
  <w:style w:type="character" w:customStyle="1" w:styleId="Style2Car">
    <w:name w:val="Style2 Car"/>
    <w:link w:val="Style2"/>
    <w:rsid w:val="00B54C34"/>
    <w:rPr>
      <w:rFonts w:eastAsia="MS Gothic"/>
      <w:b/>
      <w:caps/>
      <w:color w:val="auto"/>
      <w:spacing w:val="-10"/>
      <w:kern w:val="28"/>
      <w:position w:val="6"/>
      <w:sz w:val="24"/>
      <w:szCs w:val="24"/>
      <w:lang w:eastAsia="fr-FR"/>
    </w:rPr>
  </w:style>
  <w:style w:type="paragraph" w:customStyle="1" w:styleId="Default">
    <w:name w:val="Default"/>
    <w:rsid w:val="00B54C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rpsdetexte2">
    <w:name w:val="Body Text 2"/>
    <w:basedOn w:val="Normal"/>
    <w:link w:val="Corpsdetexte2Car"/>
    <w:semiHidden/>
    <w:rsid w:val="00B54C34"/>
    <w:rPr>
      <w:rFonts w:ascii="Times New Roman" w:hAnsi="Times New Roman" w:cs="Times New Roman"/>
      <w:sz w:val="24"/>
    </w:rPr>
  </w:style>
  <w:style w:type="character" w:customStyle="1" w:styleId="Corpsdetexte2Car">
    <w:name w:val="Corps de texte 2 Car"/>
    <w:link w:val="Corpsdetexte2"/>
    <w:semiHidden/>
    <w:rsid w:val="00B54C34"/>
    <w:rPr>
      <w:rFonts w:ascii="Times New Roman" w:hAnsi="Times New Roman" w:cs="Times New Roman"/>
      <w:sz w:val="24"/>
      <w:lang w:eastAsia="fr-FR"/>
    </w:rPr>
  </w:style>
  <w:style w:type="paragraph" w:customStyle="1" w:styleId="Style1">
    <w:name w:val="Style1"/>
    <w:basedOn w:val="Paragraphedeliste"/>
    <w:link w:val="Style1Car"/>
    <w:rsid w:val="00B54C34"/>
    <w:pPr>
      <w:spacing w:before="120" w:after="120"/>
      <w:ind w:left="792" w:hanging="432"/>
    </w:pPr>
    <w:rPr>
      <w:b/>
      <w:color w:val="C00000"/>
      <w:sz w:val="24"/>
      <w:szCs w:val="24"/>
    </w:rPr>
  </w:style>
  <w:style w:type="character" w:customStyle="1" w:styleId="Style1Car">
    <w:name w:val="Style1 Car"/>
    <w:link w:val="Style1"/>
    <w:rsid w:val="00B54C34"/>
    <w:rPr>
      <w:rFonts w:eastAsia="Calibri"/>
      <w:b/>
      <w:color w:val="C00000"/>
      <w:sz w:val="24"/>
      <w:szCs w:val="24"/>
      <w:lang w:eastAsia="fr-FR"/>
    </w:rPr>
  </w:style>
  <w:style w:type="numbering" w:customStyle="1" w:styleId="Style3">
    <w:name w:val="Style3"/>
    <w:uiPriority w:val="99"/>
    <w:rsid w:val="00B54C34"/>
    <w:pPr>
      <w:numPr>
        <w:numId w:val="8"/>
      </w:numPr>
    </w:pPr>
  </w:style>
  <w:style w:type="paragraph" w:customStyle="1" w:styleId="PG1relignetitreprojet">
    <w:name w:val="PG 1ère ligne titre projet"/>
    <w:basedOn w:val="Normal"/>
    <w:link w:val="PG1relignetitreprojetCar"/>
    <w:qFormat/>
    <w:rsid w:val="00EC4BAA"/>
    <w:pPr>
      <w:spacing w:before="120"/>
      <w:ind w:left="709" w:hanging="709"/>
      <w:jc w:val="center"/>
    </w:pPr>
    <w:rPr>
      <w:rFonts w:eastAsia="Cambria"/>
      <w:b/>
      <w:bCs/>
      <w:color w:val="FF8500"/>
      <w:spacing w:val="20"/>
      <w:sz w:val="36"/>
      <w:szCs w:val="36"/>
    </w:rPr>
  </w:style>
  <w:style w:type="paragraph" w:customStyle="1" w:styleId="BVDCMtitre2">
    <w:name w:val="BVDCM titre2"/>
    <w:basedOn w:val="Normal"/>
    <w:rsid w:val="00B54C34"/>
    <w:pPr>
      <w:pBdr>
        <w:top w:val="dotted" w:sz="4" w:space="1" w:color="auto"/>
        <w:left w:val="dotted" w:sz="4" w:space="6" w:color="auto"/>
        <w:bottom w:val="dotted" w:sz="4" w:space="1" w:color="auto"/>
        <w:right w:val="dotted" w:sz="4" w:space="11" w:color="auto"/>
      </w:pBdr>
      <w:ind w:right="-1"/>
      <w:jc w:val="center"/>
    </w:pPr>
    <w:rPr>
      <w:rFonts w:ascii="Arial" w:hAnsi="Arial" w:cs="Times New Roman"/>
      <w:b/>
      <w:sz w:val="24"/>
    </w:rPr>
  </w:style>
  <w:style w:type="character" w:customStyle="1" w:styleId="citecrochet1">
    <w:name w:val="cite_crochet1"/>
    <w:rsid w:val="00B54C34"/>
    <w:rPr>
      <w:vanish/>
      <w:webHidden w:val="0"/>
      <w:specVanish w:val="0"/>
    </w:rPr>
  </w:style>
  <w:style w:type="character" w:styleId="Lienhypertextesuivivisit">
    <w:name w:val="FollowedHyperlink"/>
    <w:uiPriority w:val="99"/>
    <w:semiHidden/>
    <w:unhideWhenUsed/>
    <w:rsid w:val="00B54C34"/>
    <w:rPr>
      <w:color w:val="800080"/>
      <w:u w:val="single"/>
    </w:rPr>
  </w:style>
  <w:style w:type="paragraph" w:customStyle="1" w:styleId="BVDCMchiffre1">
    <w:name w:val="BVDCM chiffre1"/>
    <w:basedOn w:val="Normal"/>
    <w:rsid w:val="00B54C34"/>
    <w:pPr>
      <w:spacing w:before="120"/>
    </w:pPr>
    <w:rPr>
      <w:rFonts w:ascii="Arial" w:hAnsi="Arial" w:cs="Times New Roman"/>
      <w:sz w:val="20"/>
    </w:rPr>
  </w:style>
  <w:style w:type="paragraph" w:customStyle="1" w:styleId="BVDCMnormal">
    <w:name w:val="BVDCM normal"/>
    <w:basedOn w:val="Normal"/>
    <w:rsid w:val="00B54C34"/>
    <w:rPr>
      <w:rFonts w:ascii="Arial" w:hAnsi="Arial" w:cs="Times New Roman"/>
      <w:sz w:val="20"/>
    </w:rPr>
  </w:style>
  <w:style w:type="paragraph" w:customStyle="1" w:styleId="BVDCMCorpsoffre">
    <w:name w:val="BVDCM Corps offre"/>
    <w:basedOn w:val="BVDCMnormal"/>
    <w:rsid w:val="00B54C34"/>
    <w:rPr>
      <w:sz w:val="18"/>
    </w:rPr>
  </w:style>
  <w:style w:type="paragraph" w:customStyle="1" w:styleId="CONGRETRAI0">
    <w:name w:val="CONGRETRAI0"/>
    <w:basedOn w:val="Normal"/>
    <w:rsid w:val="00B54C34"/>
    <w:pPr>
      <w:spacing w:before="60"/>
    </w:pPr>
    <w:rPr>
      <w:rFonts w:ascii="Arial" w:hAnsi="Arial" w:cs="Times New Roman"/>
      <w:sz w:val="12"/>
    </w:rPr>
  </w:style>
  <w:style w:type="paragraph" w:customStyle="1" w:styleId="BVDCMFMTITRE1">
    <w:name w:val="BVDCM FM TITRE1"/>
    <w:basedOn w:val="Normal"/>
    <w:rsid w:val="00B54C34"/>
    <w:p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tabs>
        <w:tab w:val="left" w:pos="9356"/>
      </w:tabs>
      <w:ind w:right="72"/>
      <w:jc w:val="center"/>
    </w:pPr>
    <w:rPr>
      <w:rFonts w:ascii="Arial" w:hAnsi="Arial" w:cs="Times New Roman"/>
      <w:b/>
      <w:smallCaps/>
      <w:sz w:val="28"/>
    </w:rPr>
  </w:style>
  <w:style w:type="paragraph" w:customStyle="1" w:styleId="PG2melignetitreprojet">
    <w:name w:val="PG 2ème ligne titre projet"/>
    <w:basedOn w:val="Normal"/>
    <w:link w:val="PG2melignetitreprojetCar"/>
    <w:qFormat/>
    <w:rsid w:val="00EC4BAA"/>
    <w:pPr>
      <w:ind w:left="709" w:hanging="709"/>
      <w:jc w:val="center"/>
    </w:pPr>
    <w:rPr>
      <w:rFonts w:eastAsia="Cambria"/>
      <w:b/>
      <w:color w:val="FF8500"/>
      <w:spacing w:val="20"/>
      <w:sz w:val="36"/>
      <w:szCs w:val="36"/>
    </w:rPr>
  </w:style>
  <w:style w:type="paragraph" w:customStyle="1" w:styleId="CONGRETRAI1">
    <w:name w:val="CONGRETRAI1"/>
    <w:basedOn w:val="Normal"/>
    <w:rsid w:val="00B54C34"/>
    <w:pPr>
      <w:widowControl w:val="0"/>
      <w:spacing w:before="60" w:line="320" w:lineRule="atLeast"/>
      <w:ind w:left="397"/>
    </w:pPr>
    <w:rPr>
      <w:rFonts w:ascii="Arial" w:hAnsi="Arial" w:cs="Times New Roman"/>
      <w:sz w:val="14"/>
    </w:rPr>
  </w:style>
  <w:style w:type="paragraph" w:customStyle="1" w:styleId="CONGTIRET">
    <w:name w:val="CONGTIRET"/>
    <w:basedOn w:val="CONGRETRAI1"/>
    <w:rsid w:val="00B54C34"/>
    <w:pPr>
      <w:spacing w:before="40"/>
      <w:ind w:left="624" w:hanging="227"/>
    </w:pPr>
  </w:style>
  <w:style w:type="paragraph" w:customStyle="1" w:styleId="CONGCF2">
    <w:name w:val="CONGCF2"/>
    <w:basedOn w:val="Normal"/>
    <w:rsid w:val="00B54C34"/>
    <w:pPr>
      <w:spacing w:before="60"/>
      <w:ind w:left="397" w:hanging="397"/>
    </w:pPr>
    <w:rPr>
      <w:rFonts w:ascii="Arial" w:hAnsi="Arial" w:cs="Times New Roman"/>
      <w:sz w:val="14"/>
    </w:rPr>
  </w:style>
  <w:style w:type="paragraph" w:customStyle="1" w:styleId="CONGPETITIT1">
    <w:name w:val="CONGPETITIT1"/>
    <w:basedOn w:val="Normal"/>
    <w:rsid w:val="00B54C34"/>
    <w:pPr>
      <w:spacing w:before="60"/>
    </w:pPr>
    <w:rPr>
      <w:rFonts w:ascii="Arial" w:hAnsi="Arial" w:cs="Times New Roman"/>
      <w:b/>
      <w:sz w:val="16"/>
    </w:rPr>
  </w:style>
  <w:style w:type="paragraph" w:customStyle="1" w:styleId="CONGSOUSTIT3">
    <w:name w:val="CONGSOUSTIT3"/>
    <w:basedOn w:val="Normal"/>
    <w:rsid w:val="00B54C34"/>
    <w:pPr>
      <w:jc w:val="center"/>
    </w:pPr>
    <w:rPr>
      <w:rFonts w:ascii="Arial" w:hAnsi="Arial" w:cs="Times New Roman"/>
    </w:rPr>
  </w:style>
  <w:style w:type="paragraph" w:customStyle="1" w:styleId="CVTITRE">
    <w:name w:val="CV TITRE"/>
    <w:basedOn w:val="Normal"/>
    <w:rsid w:val="00B54C34"/>
    <w:pPr>
      <w:shd w:val="pct15" w:color="auto" w:fill="FFFFFF"/>
      <w:spacing w:before="240" w:after="120"/>
    </w:pPr>
    <w:rPr>
      <w:rFonts w:ascii="Arial" w:hAnsi="Arial" w:cs="Arial"/>
      <w:b/>
      <w:bCs/>
      <w:color w:val="800000"/>
      <w:sz w:val="24"/>
      <w:szCs w:val="24"/>
    </w:rPr>
  </w:style>
  <w:style w:type="paragraph" w:customStyle="1" w:styleId="CVTITRE0">
    <w:name w:val="CVTITRE"/>
    <w:basedOn w:val="Normal"/>
    <w:rsid w:val="00B54C34"/>
    <w:pPr>
      <w:spacing w:before="120"/>
      <w:jc w:val="center"/>
    </w:pPr>
    <w:rPr>
      <w:rFonts w:ascii="Arial" w:hAnsi="Arial" w:cs="Arial"/>
      <w:b/>
      <w:bCs/>
      <w:color w:val="800000"/>
      <w:sz w:val="28"/>
      <w:szCs w:val="28"/>
    </w:rPr>
  </w:style>
  <w:style w:type="character" w:styleId="Accentuation">
    <w:name w:val="Emphasis"/>
    <w:uiPriority w:val="20"/>
    <w:rsid w:val="00B54C34"/>
    <w:rPr>
      <w:b/>
      <w:bCs/>
      <w:i w:val="0"/>
      <w:iCs w:val="0"/>
    </w:rPr>
  </w:style>
  <w:style w:type="paragraph" w:customStyle="1" w:styleId="xl65">
    <w:name w:val="xl65"/>
    <w:basedOn w:val="Normal"/>
    <w:rsid w:val="00B54C34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Normal"/>
    <w:rsid w:val="00B54C34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8">
    <w:name w:val="xl68"/>
    <w:basedOn w:val="Normal"/>
    <w:rsid w:val="00B54C34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Normal"/>
    <w:rsid w:val="00B54C34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Normal"/>
    <w:rsid w:val="00B54C34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CarCar">
    <w:name w:val="Car Car"/>
    <w:basedOn w:val="Normal"/>
    <w:semiHidden/>
    <w:rsid w:val="00B54C34"/>
    <w:pPr>
      <w:spacing w:after="160" w:line="240" w:lineRule="exact"/>
      <w:ind w:left="539" w:firstLine="578"/>
    </w:pPr>
    <w:rPr>
      <w:rFonts w:ascii="Verdana" w:hAnsi="Verdana" w:cs="Times New Roman"/>
      <w:sz w:val="20"/>
      <w:lang w:val="en-US"/>
    </w:rPr>
  </w:style>
  <w:style w:type="character" w:styleId="Marquedecommentaire">
    <w:name w:val="annotation reference"/>
    <w:uiPriority w:val="99"/>
    <w:semiHidden/>
    <w:unhideWhenUsed/>
    <w:rsid w:val="00B54C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54C34"/>
    <w:rPr>
      <w:rFonts w:cs="Times New Roman"/>
      <w:sz w:val="20"/>
    </w:rPr>
  </w:style>
  <w:style w:type="character" w:customStyle="1" w:styleId="CommentaireCar">
    <w:name w:val="Commentaire Car"/>
    <w:link w:val="Commentaire"/>
    <w:uiPriority w:val="99"/>
    <w:rsid w:val="00B54C34"/>
    <w:rPr>
      <w:rFonts w:eastAsia="Calibri" w:cs="Times New Roman"/>
      <w:sz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4C3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54C34"/>
    <w:rPr>
      <w:rFonts w:eastAsia="Calibri" w:cs="Times New Roman"/>
      <w:b/>
      <w:bCs/>
      <w:sz w:val="20"/>
      <w:lang w:eastAsia="fr-FR"/>
    </w:rPr>
  </w:style>
  <w:style w:type="character" w:styleId="Mentionnonrsolue">
    <w:name w:val="Unresolved Mention"/>
    <w:uiPriority w:val="99"/>
    <w:semiHidden/>
    <w:unhideWhenUsed/>
    <w:rsid w:val="00B54C34"/>
    <w:rPr>
      <w:color w:val="808080"/>
      <w:shd w:val="clear" w:color="auto" w:fill="E6E6E6"/>
    </w:rPr>
  </w:style>
  <w:style w:type="character" w:customStyle="1" w:styleId="breadcrumblabel">
    <w:name w:val="breadcrumb_label"/>
    <w:rsid w:val="00B54C34"/>
  </w:style>
  <w:style w:type="character" w:customStyle="1" w:styleId="breadcrumbnavigation">
    <w:name w:val="breadcrumb_navigation"/>
    <w:rsid w:val="00B54C34"/>
  </w:style>
  <w:style w:type="paragraph" w:customStyle="1" w:styleId="introduction">
    <w:name w:val="introduction"/>
    <w:basedOn w:val="Normal"/>
    <w:rsid w:val="00B54C3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B54C34"/>
    <w:pPr>
      <w:spacing w:line="211" w:lineRule="atLeast"/>
    </w:pPr>
    <w:rPr>
      <w:rFonts w:ascii="Univers LT Std 55" w:hAnsi="Univers LT Std 55"/>
      <w:color w:val="auto"/>
    </w:rPr>
  </w:style>
  <w:style w:type="paragraph" w:customStyle="1" w:styleId="Normal2">
    <w:name w:val="Normal2"/>
    <w:basedOn w:val="Normal"/>
    <w:rsid w:val="00B54C3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 w:cs="Times New Roman"/>
      <w:sz w:val="22"/>
    </w:rPr>
  </w:style>
  <w:style w:type="character" w:customStyle="1" w:styleId="Mentionnonrsolue1">
    <w:name w:val="Mention non résolue1"/>
    <w:uiPriority w:val="99"/>
    <w:semiHidden/>
    <w:unhideWhenUsed/>
    <w:rsid w:val="00B54C34"/>
    <w:rPr>
      <w:color w:val="808080"/>
      <w:shd w:val="clear" w:color="auto" w:fill="E6E6E6"/>
    </w:rPr>
  </w:style>
  <w:style w:type="paragraph" w:customStyle="1" w:styleId="PGTitremmoire">
    <w:name w:val="PG Titre mémoire"/>
    <w:basedOn w:val="Normal"/>
    <w:qFormat/>
    <w:rsid w:val="00B54C34"/>
    <w:pPr>
      <w:jc w:val="center"/>
    </w:pPr>
    <w:rPr>
      <w:b/>
      <w:bCs/>
      <w:sz w:val="72"/>
      <w:szCs w:val="72"/>
    </w:rPr>
  </w:style>
  <w:style w:type="paragraph" w:styleId="TM4">
    <w:name w:val="toc 4"/>
    <w:basedOn w:val="Normal"/>
    <w:next w:val="Normal"/>
    <w:autoRedefine/>
    <w:uiPriority w:val="39"/>
    <w:unhideWhenUsed/>
    <w:rsid w:val="00B54C34"/>
    <w:pPr>
      <w:ind w:left="540"/>
    </w:pPr>
    <w:rPr>
      <w:rFonts w:ascii="Calibri" w:hAnsi="Calibri" w:cs="Calibri"/>
    </w:rPr>
  </w:style>
  <w:style w:type="paragraph" w:styleId="TM5">
    <w:name w:val="toc 5"/>
    <w:basedOn w:val="Normal"/>
    <w:next w:val="Normal"/>
    <w:autoRedefine/>
    <w:uiPriority w:val="39"/>
    <w:unhideWhenUsed/>
    <w:rsid w:val="00B54C34"/>
    <w:pPr>
      <w:ind w:left="720"/>
    </w:pPr>
    <w:rPr>
      <w:rFonts w:ascii="Calibri" w:hAnsi="Calibri" w:cs="Calibri"/>
    </w:rPr>
  </w:style>
  <w:style w:type="paragraph" w:styleId="TM6">
    <w:name w:val="toc 6"/>
    <w:basedOn w:val="Normal"/>
    <w:next w:val="Normal"/>
    <w:autoRedefine/>
    <w:uiPriority w:val="39"/>
    <w:unhideWhenUsed/>
    <w:rsid w:val="00B54C34"/>
    <w:pPr>
      <w:ind w:left="900"/>
    </w:pPr>
    <w:rPr>
      <w:rFonts w:ascii="Calibri" w:hAnsi="Calibri" w:cs="Calibri"/>
    </w:rPr>
  </w:style>
  <w:style w:type="paragraph" w:styleId="TM7">
    <w:name w:val="toc 7"/>
    <w:basedOn w:val="Normal"/>
    <w:next w:val="Normal"/>
    <w:autoRedefine/>
    <w:uiPriority w:val="39"/>
    <w:unhideWhenUsed/>
    <w:rsid w:val="00B54C34"/>
    <w:pPr>
      <w:ind w:left="1080"/>
    </w:pPr>
    <w:rPr>
      <w:rFonts w:ascii="Calibri" w:hAnsi="Calibri" w:cs="Calibri"/>
    </w:rPr>
  </w:style>
  <w:style w:type="paragraph" w:styleId="TM8">
    <w:name w:val="toc 8"/>
    <w:basedOn w:val="Normal"/>
    <w:next w:val="Normal"/>
    <w:autoRedefine/>
    <w:uiPriority w:val="39"/>
    <w:unhideWhenUsed/>
    <w:rsid w:val="00B54C34"/>
    <w:pPr>
      <w:ind w:left="1260"/>
    </w:pPr>
    <w:rPr>
      <w:rFonts w:ascii="Calibri" w:hAnsi="Calibri" w:cs="Calibri"/>
    </w:rPr>
  </w:style>
  <w:style w:type="paragraph" w:styleId="TM9">
    <w:name w:val="toc 9"/>
    <w:basedOn w:val="Normal"/>
    <w:next w:val="Normal"/>
    <w:autoRedefine/>
    <w:uiPriority w:val="39"/>
    <w:unhideWhenUsed/>
    <w:rsid w:val="00B54C34"/>
    <w:pPr>
      <w:ind w:left="1440"/>
    </w:pPr>
    <w:rPr>
      <w:rFonts w:ascii="Calibri" w:hAnsi="Calibri" w:cs="Calibri"/>
    </w:rPr>
  </w:style>
  <w:style w:type="paragraph" w:customStyle="1" w:styleId="NormalPhoto">
    <w:name w:val="Normal Photo"/>
    <w:basedOn w:val="Normal"/>
    <w:next w:val="Normal"/>
    <w:qFormat/>
    <w:rsid w:val="00B54C34"/>
    <w:pPr>
      <w:jc w:val="center"/>
    </w:pPr>
    <w:rPr>
      <w:i/>
      <w:iCs/>
      <w:sz w:val="16"/>
      <w:szCs w:val="16"/>
    </w:rPr>
  </w:style>
  <w:style w:type="character" w:customStyle="1" w:styleId="PG1relignetitreprojetCar">
    <w:name w:val="PG 1ère ligne titre projet Car"/>
    <w:link w:val="PG1relignetitreprojet"/>
    <w:rsid w:val="00EC4BAA"/>
    <w:rPr>
      <w:rFonts w:eastAsia="Cambria"/>
      <w:b/>
      <w:bCs/>
      <w:color w:val="FF8500"/>
      <w:spacing w:val="20"/>
      <w:sz w:val="36"/>
      <w:szCs w:val="36"/>
      <w:lang w:eastAsia="fr-FR"/>
    </w:rPr>
  </w:style>
  <w:style w:type="character" w:customStyle="1" w:styleId="PG2melignetitreprojetCar">
    <w:name w:val="PG 2ème ligne titre projet Car"/>
    <w:link w:val="PG2melignetitreprojet"/>
    <w:rsid w:val="00EC4BAA"/>
    <w:rPr>
      <w:rFonts w:eastAsia="Cambria"/>
      <w:b/>
      <w:color w:val="FF8500"/>
      <w:spacing w:val="20"/>
      <w:sz w:val="36"/>
      <w:szCs w:val="36"/>
      <w:lang w:eastAsia="fr-FR"/>
    </w:rPr>
  </w:style>
  <w:style w:type="paragraph" w:customStyle="1" w:styleId="Normal444">
    <w:name w:val="Normal 444"/>
    <w:basedOn w:val="Normal"/>
    <w:rsid w:val="00B54C34"/>
    <w:pPr>
      <w:autoSpaceDE w:val="0"/>
      <w:autoSpaceDN w:val="0"/>
      <w:adjustRightInd w:val="0"/>
    </w:pPr>
  </w:style>
  <w:style w:type="paragraph" w:customStyle="1" w:styleId="1relignetitremmoire">
    <w:name w:val="1ère ligne titre mémoire"/>
    <w:basedOn w:val="Normal"/>
    <w:link w:val="1relignetitremmoireCar"/>
    <w:rsid w:val="00B54C34"/>
    <w:pPr>
      <w:spacing w:before="120"/>
      <w:ind w:left="709" w:hanging="709"/>
      <w:jc w:val="center"/>
    </w:pPr>
    <w:rPr>
      <w:rFonts w:eastAsia="Cambria"/>
      <w:b/>
      <w:bCs/>
      <w:color w:val="FF8500"/>
      <w:spacing w:val="20"/>
      <w:sz w:val="36"/>
      <w:szCs w:val="36"/>
    </w:rPr>
  </w:style>
  <w:style w:type="paragraph" w:customStyle="1" w:styleId="2melignetitremmoire">
    <w:name w:val="2ème ligne titre mémoire"/>
    <w:basedOn w:val="Normal"/>
    <w:link w:val="2melignetitremmoireCar"/>
    <w:rsid w:val="00B54C34"/>
    <w:pPr>
      <w:ind w:left="709" w:hanging="709"/>
      <w:jc w:val="center"/>
    </w:pPr>
    <w:rPr>
      <w:rFonts w:eastAsia="Cambria"/>
      <w:b/>
      <w:color w:val="FF8500"/>
      <w:spacing w:val="20"/>
      <w:sz w:val="36"/>
      <w:szCs w:val="36"/>
    </w:rPr>
  </w:style>
  <w:style w:type="character" w:customStyle="1" w:styleId="1relignetitremmoireCar">
    <w:name w:val="1ère ligne titre mémoire Car"/>
    <w:link w:val="1relignetitremmoire"/>
    <w:rsid w:val="00B54C34"/>
    <w:rPr>
      <w:rFonts w:eastAsia="Cambria"/>
      <w:b/>
      <w:bCs/>
      <w:color w:val="FF8500"/>
      <w:spacing w:val="20"/>
      <w:sz w:val="36"/>
      <w:szCs w:val="36"/>
      <w:lang w:eastAsia="fr-FR"/>
    </w:rPr>
  </w:style>
  <w:style w:type="character" w:customStyle="1" w:styleId="2melignetitremmoireCar">
    <w:name w:val="2ème ligne titre mémoire Car"/>
    <w:link w:val="2melignetitremmoire"/>
    <w:rsid w:val="00B54C34"/>
    <w:rPr>
      <w:rFonts w:eastAsia="Cambria"/>
      <w:b/>
      <w:color w:val="FF8500"/>
      <w:spacing w:val="20"/>
      <w:sz w:val="36"/>
      <w:szCs w:val="36"/>
      <w:lang w:eastAsia="fr-FR"/>
    </w:rPr>
  </w:style>
  <w:style w:type="paragraph" w:customStyle="1" w:styleId="ZTM0">
    <w:name w:val="ZTM 0"/>
    <w:next w:val="Normal"/>
    <w:link w:val="ZTM0Car"/>
    <w:qFormat/>
    <w:rsid w:val="00EE44BE"/>
    <w:pPr>
      <w:tabs>
        <w:tab w:val="left" w:pos="3196"/>
      </w:tabs>
      <w:spacing w:after="0" w:line="240" w:lineRule="auto"/>
      <w:ind w:left="425"/>
    </w:pPr>
    <w:rPr>
      <w:b/>
      <w:caps/>
      <w:color w:val="FF8500"/>
      <w:sz w:val="36"/>
      <w:szCs w:val="36"/>
    </w:rPr>
  </w:style>
  <w:style w:type="character" w:customStyle="1" w:styleId="ZTM0Car">
    <w:name w:val="ZTM 0 Car"/>
    <w:link w:val="ZTM0"/>
    <w:rsid w:val="00EE44BE"/>
    <w:rPr>
      <w:b/>
      <w:caps/>
      <w:color w:val="FF8500"/>
      <w:sz w:val="36"/>
      <w:szCs w:val="36"/>
    </w:rPr>
  </w:style>
  <w:style w:type="paragraph" w:customStyle="1" w:styleId="Normal1">
    <w:name w:val="Normal1"/>
    <w:basedOn w:val="Normal"/>
    <w:rsid w:val="004E3B3B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</w:pPr>
    <w:rPr>
      <w:rFonts w:cs="Times New Roman"/>
      <w:color w:val="auto"/>
      <w:sz w:val="22"/>
      <w:szCs w:val="20"/>
    </w:rPr>
  </w:style>
  <w:style w:type="paragraph" w:customStyle="1" w:styleId="NTahoma60suivant">
    <w:name w:val="N: Tahoma 6.0 § suivant"/>
    <w:basedOn w:val="Normal"/>
    <w:next w:val="Normal"/>
    <w:autoRedefine/>
    <w:rsid w:val="004E3B3B"/>
    <w:pPr>
      <w:spacing w:before="120" w:line="240" w:lineRule="auto"/>
      <w:ind w:right="-1"/>
    </w:pPr>
    <w:rPr>
      <w:rFonts w:cs="Times New Roman"/>
      <w:color w:val="auto"/>
      <w:szCs w:val="24"/>
    </w:rPr>
  </w:style>
  <w:style w:type="paragraph" w:customStyle="1" w:styleId="Puce210">
    <w:name w:val="Puce 2 1.0"/>
    <w:basedOn w:val="Paragraphedeliste"/>
    <w:autoRedefine/>
    <w:rsid w:val="004E3B3B"/>
    <w:pPr>
      <w:spacing w:before="20" w:line="240" w:lineRule="auto"/>
      <w:ind w:left="851" w:hanging="284"/>
    </w:pPr>
    <w:rPr>
      <w:rFonts w:eastAsia="Times New Roman"/>
    </w:rPr>
  </w:style>
  <w:style w:type="paragraph" w:customStyle="1" w:styleId="Puce120">
    <w:name w:val="Puce 1 2.0"/>
    <w:basedOn w:val="Puce210"/>
    <w:autoRedefine/>
    <w:rsid w:val="004E3B3B"/>
    <w:pPr>
      <w:numPr>
        <w:numId w:val="9"/>
      </w:numPr>
      <w:spacing w:before="40"/>
      <w:ind w:left="426" w:hanging="284"/>
    </w:pPr>
  </w:style>
  <w:style w:type="paragraph" w:customStyle="1" w:styleId="PGSoustitre">
    <w:name w:val="PG Sous titre"/>
    <w:basedOn w:val="PGTitremmoire"/>
    <w:qFormat/>
    <w:rsid w:val="008C71AB"/>
    <w:rPr>
      <w:sz w:val="48"/>
      <w:szCs w:val="48"/>
    </w:rPr>
  </w:style>
  <w:style w:type="paragraph" w:customStyle="1" w:styleId="fcase1ertab">
    <w:name w:val="f_case_1ertab"/>
    <w:basedOn w:val="Normal"/>
    <w:uiPriority w:val="99"/>
    <w:rsid w:val="009634D2"/>
    <w:pPr>
      <w:tabs>
        <w:tab w:val="left" w:pos="426"/>
      </w:tabs>
      <w:ind w:left="709" w:hanging="709"/>
    </w:pPr>
    <w:rPr>
      <w:rFonts w:ascii="Univers" w:eastAsiaTheme="minorEastAsia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opbox\Dropbox\Crescendo%20Groupe\4%20March&#233;s%20publics\1%20March&#233;s\Travaux\1%20DCE%20travaux\Mod&#232;le%20AE%20Trx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5C82-B669-4FEA-A1C6-18D2BDAC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AE Trx</Template>
  <TotalTime>1811</TotalTime>
  <Pages>4</Pages>
  <Words>920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Weiss</dc:creator>
  <cp:keywords/>
  <dc:description/>
  <cp:lastModifiedBy>David Drault</cp:lastModifiedBy>
  <cp:revision>35</cp:revision>
  <dcterms:created xsi:type="dcterms:W3CDTF">2023-03-28T11:58:00Z</dcterms:created>
  <dcterms:modified xsi:type="dcterms:W3CDTF">2025-12-16T10:04:00Z</dcterms:modified>
</cp:coreProperties>
</file>